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28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08"/>
        <w:gridCol w:w="3120"/>
      </w:tblGrid>
      <w:tr w:rsidR="00E6279B" w:rsidRPr="002F72BA" w14:paraId="499B29DE" w14:textId="77777777">
        <w:tc>
          <w:tcPr>
            <w:tcW w:w="6408" w:type="dxa"/>
          </w:tcPr>
          <w:p w14:paraId="499B29D9" w14:textId="77777777" w:rsidR="00E6279B" w:rsidRPr="002F72BA" w:rsidRDefault="00E6279B" w:rsidP="00E6279B">
            <w:pPr>
              <w:spacing w:line="320" w:lineRule="atLeast"/>
              <w:rPr>
                <w:rFonts w:cs="Arial"/>
                <w:szCs w:val="20"/>
              </w:rPr>
            </w:pPr>
            <w:r w:rsidRPr="002F72BA">
              <w:rPr>
                <w:rFonts w:cs="Arial"/>
                <w:b/>
                <w:szCs w:val="20"/>
              </w:rPr>
              <w:t xml:space="preserve">Open the TI-Nspire document </w:t>
            </w:r>
            <w:r w:rsidR="00951DB9">
              <w:rPr>
                <w:b/>
                <w:i/>
              </w:rPr>
              <w:t>Transformations_of_</w:t>
            </w:r>
            <w:r w:rsidRPr="002F523A">
              <w:rPr>
                <w:b/>
                <w:i/>
              </w:rPr>
              <w:t>Functions</w:t>
            </w:r>
            <w:r w:rsidRPr="002F72BA">
              <w:rPr>
                <w:rFonts w:cs="Arial"/>
                <w:b/>
                <w:i/>
                <w:szCs w:val="20"/>
              </w:rPr>
              <w:t>.tns.</w:t>
            </w:r>
          </w:p>
          <w:p w14:paraId="499B29DA" w14:textId="77777777" w:rsidR="00E6279B" w:rsidRPr="002F72BA" w:rsidRDefault="00E6279B" w:rsidP="00E6279B">
            <w:pPr>
              <w:spacing w:line="320" w:lineRule="atLeast"/>
              <w:ind w:right="252"/>
              <w:rPr>
                <w:rFonts w:cs="Arial"/>
                <w:szCs w:val="20"/>
              </w:rPr>
            </w:pPr>
          </w:p>
          <w:p w14:paraId="499B29DB" w14:textId="77777777" w:rsidR="00E6279B" w:rsidRPr="002F72BA" w:rsidRDefault="00E6279B" w:rsidP="00E6279B">
            <w:pPr>
              <w:spacing w:line="320" w:lineRule="atLeast"/>
              <w:ind w:right="252"/>
              <w:rPr>
                <w:rFonts w:cs="Arial"/>
                <w:szCs w:val="20"/>
              </w:rPr>
            </w:pPr>
            <w:r w:rsidRPr="00F96099">
              <w:rPr>
                <w:szCs w:val="20"/>
              </w:rPr>
              <w:t xml:space="preserve">This activity investigates some </w:t>
            </w:r>
            <w:r>
              <w:rPr>
                <w:szCs w:val="20"/>
              </w:rPr>
              <w:t>transformations of</w:t>
            </w:r>
            <w:r w:rsidRPr="00F96099">
              <w:rPr>
                <w:szCs w:val="20"/>
              </w:rPr>
              <w:t xml:space="preserve"> functions. The graph of a function </w:t>
            </w:r>
            <w:r w:rsidRPr="00022953">
              <w:rPr>
                <w:i/>
                <w:szCs w:val="20"/>
              </w:rPr>
              <w:t>y</w:t>
            </w:r>
            <w:r w:rsidRPr="00F96099">
              <w:rPr>
                <w:szCs w:val="20"/>
              </w:rPr>
              <w:t xml:space="preserve"> = </w:t>
            </w:r>
            <w:r w:rsidRPr="00022953">
              <w:rPr>
                <w:i/>
                <w:szCs w:val="20"/>
              </w:rPr>
              <w:t>f</w:t>
            </w:r>
            <w:r w:rsidRPr="00F96099">
              <w:rPr>
                <w:szCs w:val="20"/>
              </w:rPr>
              <w:t>(</w:t>
            </w:r>
            <w:r w:rsidRPr="00022953">
              <w:rPr>
                <w:i/>
                <w:szCs w:val="20"/>
              </w:rPr>
              <w:t>x</w:t>
            </w:r>
            <w:r w:rsidRPr="00F96099">
              <w:rPr>
                <w:szCs w:val="20"/>
              </w:rPr>
              <w:t xml:space="preserve">) will be </w:t>
            </w:r>
            <w:r w:rsidRPr="00F96099">
              <w:rPr>
                <w:i/>
                <w:szCs w:val="20"/>
              </w:rPr>
              <w:t>translated</w:t>
            </w:r>
            <w:r w:rsidR="00957BEA">
              <w:rPr>
                <w:szCs w:val="20"/>
              </w:rPr>
              <w:t xml:space="preserve"> and </w:t>
            </w:r>
            <w:r w:rsidR="00957BEA">
              <w:rPr>
                <w:i/>
                <w:szCs w:val="20"/>
              </w:rPr>
              <w:t>dilated</w:t>
            </w:r>
            <w:r w:rsidRPr="00F96099">
              <w:rPr>
                <w:szCs w:val="20"/>
              </w:rPr>
              <w:t>. You will be able to compare the new graph with the original to determine the impact of changes to the function on the graph.</w:t>
            </w:r>
          </w:p>
          <w:p w14:paraId="499B29DC" w14:textId="77777777" w:rsidR="00E6279B" w:rsidRPr="002F72BA" w:rsidRDefault="00E6279B" w:rsidP="00E6279B">
            <w:pPr>
              <w:spacing w:line="320" w:lineRule="atLeast"/>
              <w:ind w:left="720" w:right="504"/>
              <w:rPr>
                <w:rFonts w:cs="Arial"/>
                <w:szCs w:val="20"/>
              </w:rPr>
            </w:pPr>
          </w:p>
        </w:tc>
        <w:tc>
          <w:tcPr>
            <w:tcW w:w="3120" w:type="dxa"/>
          </w:tcPr>
          <w:p w14:paraId="499B29DD" w14:textId="77777777" w:rsidR="00E6279B" w:rsidRPr="002F72BA" w:rsidRDefault="00957BEA" w:rsidP="00E6279B">
            <w:pPr>
              <w:spacing w:line="320" w:lineRule="atLeast"/>
              <w:rPr>
                <w:rFonts w:cs="Arial"/>
                <w:szCs w:val="20"/>
              </w:rPr>
            </w:pPr>
            <w:r w:rsidRPr="00E50118">
              <w:rPr>
                <w:noProof/>
              </w:rPr>
              <w:drawing>
                <wp:inline distT="0" distB="0" distL="0" distR="0" wp14:anchorId="499B2A2A" wp14:editId="499B2A2B">
                  <wp:extent cx="1838325" cy="1390650"/>
                  <wp:effectExtent l="0" t="0" r="9525" b="0"/>
                  <wp:docPr id="5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9B29DF" w14:textId="77777777" w:rsidR="00E6279B" w:rsidRPr="008E6F0B" w:rsidRDefault="00E6279B" w:rsidP="00E6279B">
      <w:pPr>
        <w:spacing w:line="320" w:lineRule="atLeast"/>
        <w:rPr>
          <w:rFonts w:cs="Arial"/>
          <w:szCs w:val="20"/>
        </w:rPr>
      </w:pPr>
    </w:p>
    <w:tbl>
      <w:tblPr>
        <w:tblW w:w="9528" w:type="dxa"/>
        <w:tblLayout w:type="fixed"/>
        <w:tblLook w:val="01E0" w:firstRow="1" w:lastRow="1" w:firstColumn="1" w:lastColumn="1" w:noHBand="0" w:noVBand="0"/>
      </w:tblPr>
      <w:tblGrid>
        <w:gridCol w:w="6408"/>
        <w:gridCol w:w="3120"/>
      </w:tblGrid>
      <w:tr w:rsidR="00EC1521" w:rsidRPr="002F72BA" w14:paraId="499B29E2" w14:textId="77777777">
        <w:trPr>
          <w:gridAfter w:val="1"/>
          <w:wAfter w:w="3120" w:type="dxa"/>
        </w:trPr>
        <w:tc>
          <w:tcPr>
            <w:tcW w:w="6408" w:type="dxa"/>
          </w:tcPr>
          <w:p w14:paraId="499B29E0" w14:textId="4444D5AF" w:rsidR="00EC1521" w:rsidRPr="002F72BA" w:rsidRDefault="00EC1521" w:rsidP="00E6279B">
            <w:pPr>
              <w:spacing w:line="320" w:lineRule="atLeast"/>
              <w:ind w:right="504"/>
              <w:rPr>
                <w:rFonts w:cs="Arial"/>
                <w:szCs w:val="20"/>
              </w:rPr>
            </w:pPr>
            <w:r w:rsidRPr="002F72BA">
              <w:rPr>
                <w:rFonts w:cs="Arial"/>
                <w:b/>
                <w:szCs w:val="20"/>
              </w:rPr>
              <w:t>Move to</w:t>
            </w:r>
            <w:r>
              <w:rPr>
                <w:rFonts w:cs="Arial"/>
                <w:b/>
                <w:szCs w:val="20"/>
              </w:rPr>
              <w:t xml:space="preserve"> page </w:t>
            </w:r>
            <w:r w:rsidR="006412A3">
              <w:rPr>
                <w:rFonts w:cs="Arial"/>
                <w:b/>
                <w:szCs w:val="20"/>
              </w:rPr>
              <w:t>1.2</w:t>
            </w:r>
          </w:p>
          <w:p w14:paraId="499B29E1" w14:textId="77777777" w:rsidR="00EC1521" w:rsidRPr="002F72BA" w:rsidRDefault="00EC1521" w:rsidP="00E6279B">
            <w:pPr>
              <w:spacing w:line="320" w:lineRule="atLeast"/>
              <w:ind w:right="504"/>
              <w:rPr>
                <w:rFonts w:cs="Arial"/>
                <w:b/>
                <w:szCs w:val="20"/>
              </w:rPr>
            </w:pPr>
          </w:p>
        </w:tc>
      </w:tr>
      <w:tr w:rsidR="00E6279B" w:rsidRPr="002F72BA" w14:paraId="499B29EE" w14:textId="77777777">
        <w:tc>
          <w:tcPr>
            <w:tcW w:w="9528" w:type="dxa"/>
            <w:gridSpan w:val="2"/>
          </w:tcPr>
          <w:p w14:paraId="499B29E3" w14:textId="77777777" w:rsidR="00E6279B" w:rsidRPr="00502FAF" w:rsidRDefault="00E6279B" w:rsidP="00E6279B">
            <w:pPr>
              <w:spacing w:line="320" w:lineRule="atLeast"/>
              <w:ind w:right="504"/>
              <w:rPr>
                <w:b/>
              </w:rPr>
            </w:pPr>
            <w:r w:rsidRPr="00502FAF">
              <w:rPr>
                <w:b/>
              </w:rPr>
              <w:t xml:space="preserve">Part </w:t>
            </w:r>
            <w:r w:rsidRPr="00572AFD">
              <w:rPr>
                <w:rFonts w:cs="Arial"/>
                <w:b/>
                <w:szCs w:val="20"/>
              </w:rPr>
              <w:t>One</w:t>
            </w:r>
            <w:r w:rsidRPr="00502FAF">
              <w:rPr>
                <w:b/>
              </w:rPr>
              <w:t>:</w:t>
            </w:r>
            <w:r w:rsidR="00F970B0">
              <w:rPr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y=f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+k</m:t>
              </m:r>
            </m:oMath>
            <w:r>
              <w:rPr>
                <w:b/>
                <w:i/>
              </w:rPr>
              <w:t>.</w:t>
            </w:r>
          </w:p>
          <w:p w14:paraId="499B29E4" w14:textId="77777777" w:rsidR="00E6279B" w:rsidRDefault="00E6279B" w:rsidP="00E6279B">
            <w:pPr>
              <w:spacing w:line="320" w:lineRule="atLeast"/>
              <w:ind w:left="360" w:right="1212" w:hanging="3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Pr="002F72BA">
              <w:rPr>
                <w:rFonts w:cs="Arial"/>
                <w:szCs w:val="20"/>
              </w:rPr>
              <w:t>.</w:t>
            </w:r>
            <w:r w:rsidRPr="002F72BA">
              <w:rPr>
                <w:rFonts w:cs="Arial"/>
                <w:szCs w:val="20"/>
              </w:rPr>
              <w:tab/>
            </w:r>
            <w:r w:rsidR="00957BEA">
              <w:t>Click the arrows</w:t>
            </w:r>
            <w:r w:rsidRPr="002F523A">
              <w:t xml:space="preserve"> to change the value of </w:t>
            </w:r>
            <w:r w:rsidR="00792B0F">
              <w:rPr>
                <w:i/>
              </w:rPr>
              <w:t>k</w:t>
            </w:r>
            <w:r>
              <w:rPr>
                <w:i/>
              </w:rPr>
              <w:t>.</w:t>
            </w:r>
          </w:p>
          <w:p w14:paraId="499B29E5" w14:textId="4BBCD923" w:rsidR="00E6279B" w:rsidRDefault="00E6279B" w:rsidP="00E6279B">
            <w:pPr>
              <w:spacing w:line="320" w:lineRule="atLeast"/>
              <w:ind w:left="720" w:right="1212" w:hanging="360"/>
            </w:pPr>
            <w:r>
              <w:t>a.</w:t>
            </w:r>
            <w:r>
              <w:tab/>
            </w:r>
            <w:r w:rsidRPr="002F523A">
              <w:t>What happens to the graph of</w:t>
            </w:r>
            <w:r w:rsidR="00F970B0"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=f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+k</m:t>
              </m:r>
            </m:oMath>
            <w:r w:rsidR="0004620F">
              <w:t xml:space="preserve"> </w:t>
            </w:r>
            <w:r w:rsidRPr="002F523A">
              <w:t>as the value of</w:t>
            </w:r>
            <w:r>
              <w:rPr>
                <w:i/>
              </w:rPr>
              <w:t xml:space="preserve"> </w:t>
            </w:r>
            <w:r w:rsidR="00792B0F">
              <w:rPr>
                <w:i/>
              </w:rPr>
              <w:t>k</w:t>
            </w:r>
            <w:r w:rsidRPr="002F523A">
              <w:t xml:space="preserve"> changes?</w:t>
            </w:r>
          </w:p>
          <w:p w14:paraId="499B29E6" w14:textId="77777777" w:rsidR="00E6279B" w:rsidRDefault="00E6279B" w:rsidP="00E6279B">
            <w:pPr>
              <w:spacing w:line="320" w:lineRule="atLeast"/>
              <w:ind w:left="360" w:right="1212" w:hanging="360"/>
            </w:pPr>
          </w:p>
          <w:p w14:paraId="499B29E7" w14:textId="1B185009" w:rsidR="00E6279B" w:rsidRDefault="00E6279B" w:rsidP="00E6279B">
            <w:pPr>
              <w:spacing w:line="320" w:lineRule="atLeast"/>
              <w:ind w:left="720" w:right="132" w:hanging="360"/>
            </w:pPr>
            <w:r>
              <w:t>b.</w:t>
            </w:r>
            <w:r>
              <w:tab/>
            </w:r>
            <w:r w:rsidR="00957BEA">
              <w:t>Change the slider</w:t>
            </w:r>
            <w:r>
              <w:t xml:space="preserve"> so that </w:t>
            </w:r>
            <w:r w:rsidR="00792B0F">
              <w:rPr>
                <w:i/>
              </w:rPr>
              <w:t>k</w:t>
            </w:r>
            <w:r>
              <w:t xml:space="preserve"> &gt; 0. </w:t>
            </w:r>
            <w:r w:rsidRPr="002F523A">
              <w:t xml:space="preserve">Where is the graph of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=f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+k</m:t>
              </m:r>
            </m:oMath>
            <w:r w:rsidRPr="002F523A">
              <w:t xml:space="preserve"> compared to</w:t>
            </w:r>
            <w:r w:rsidR="00022953"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=f(x)</m:t>
              </m:r>
            </m:oMath>
            <w:r>
              <w:t>?</w:t>
            </w:r>
          </w:p>
          <w:p w14:paraId="499B29E8" w14:textId="77777777" w:rsidR="00E6279B" w:rsidRDefault="00E6279B" w:rsidP="00E6279B">
            <w:pPr>
              <w:spacing w:line="320" w:lineRule="atLeast"/>
              <w:ind w:left="360" w:right="132" w:hanging="360"/>
            </w:pPr>
          </w:p>
          <w:p w14:paraId="499B29E9" w14:textId="2A8DE9F8" w:rsidR="00E6279B" w:rsidRDefault="00E6279B" w:rsidP="00E6279B">
            <w:pPr>
              <w:spacing w:line="320" w:lineRule="atLeast"/>
              <w:ind w:left="720" w:right="132" w:hanging="360"/>
            </w:pPr>
            <w:r>
              <w:t>c.</w:t>
            </w:r>
            <w:r>
              <w:tab/>
            </w:r>
            <w:r w:rsidR="00957BEA">
              <w:t>Change the slider</w:t>
            </w:r>
            <w:r>
              <w:t xml:space="preserve"> so that </w:t>
            </w:r>
            <w:r w:rsidR="00792B0F">
              <w:rPr>
                <w:i/>
              </w:rPr>
              <w:t>k</w:t>
            </w:r>
            <w:r>
              <w:t xml:space="preserve"> &lt; 0. </w:t>
            </w:r>
            <w:r w:rsidRPr="002F523A">
              <w:t xml:space="preserve">Where is the graph of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=f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+k</m:t>
              </m:r>
            </m:oMath>
            <w:r w:rsidRPr="002F523A">
              <w:t xml:space="preserve"> compared to</w:t>
            </w:r>
            <m:oMath>
              <m: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=f(x)</m:t>
              </m:r>
            </m:oMath>
            <w:r>
              <w:t>?</w:t>
            </w:r>
          </w:p>
          <w:p w14:paraId="499B29EA" w14:textId="77777777" w:rsidR="00E6279B" w:rsidRDefault="00E6279B" w:rsidP="00E6279B">
            <w:pPr>
              <w:spacing w:line="320" w:lineRule="atLeast"/>
              <w:ind w:left="360" w:right="132" w:hanging="360"/>
            </w:pPr>
          </w:p>
          <w:p w14:paraId="499B29EB" w14:textId="24F510FC" w:rsidR="00E6279B" w:rsidRPr="00247A79" w:rsidRDefault="00E6279B" w:rsidP="00E6279B">
            <w:pPr>
              <w:spacing w:line="320" w:lineRule="atLeast"/>
              <w:ind w:left="720" w:right="132" w:hanging="360"/>
              <w:rPr>
                <w:rFonts w:cs="Arial"/>
                <w:szCs w:val="20"/>
              </w:rPr>
            </w:pPr>
            <w:r>
              <w:t>d.</w:t>
            </w:r>
            <w:r>
              <w:tab/>
            </w:r>
            <w:r w:rsidR="00957BEA">
              <w:t>Change the slider</w:t>
            </w:r>
            <w:r>
              <w:t xml:space="preserve"> so that </w:t>
            </w:r>
            <w:r w:rsidR="00792B0F">
              <w:rPr>
                <w:i/>
              </w:rPr>
              <w:t>k</w:t>
            </w:r>
            <w:r>
              <w:t xml:space="preserve"> = 0. </w:t>
            </w:r>
            <w:r w:rsidRPr="002F523A">
              <w:t xml:space="preserve">Where is the graph of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=f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+k</m:t>
              </m:r>
            </m:oMath>
            <w:r w:rsidRPr="002F523A">
              <w:t xml:space="preserve"> compared to</w:t>
            </w:r>
            <m:oMath>
              <m: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=f(x)</m:t>
              </m:r>
            </m:oMath>
            <w:r>
              <w:t>?</w:t>
            </w:r>
          </w:p>
          <w:p w14:paraId="499B29EC" w14:textId="77777777" w:rsidR="00E6279B" w:rsidRDefault="00E6279B" w:rsidP="00E6279B">
            <w:pPr>
              <w:spacing w:line="320" w:lineRule="atLeast"/>
              <w:ind w:right="1212"/>
              <w:rPr>
                <w:rFonts w:cs="Arial"/>
                <w:szCs w:val="20"/>
              </w:rPr>
            </w:pPr>
          </w:p>
          <w:p w14:paraId="499B29ED" w14:textId="77777777" w:rsidR="00E6279B" w:rsidRPr="002F72BA" w:rsidRDefault="00E6279B" w:rsidP="00E6279B">
            <w:pPr>
              <w:spacing w:line="320" w:lineRule="atLeast"/>
              <w:ind w:right="1212"/>
              <w:rPr>
                <w:rFonts w:cs="Arial"/>
                <w:szCs w:val="20"/>
              </w:rPr>
            </w:pPr>
          </w:p>
        </w:tc>
      </w:tr>
      <w:tr w:rsidR="00E6279B" w:rsidRPr="002F72BA" w14:paraId="499B29F1" w14:textId="77777777">
        <w:tc>
          <w:tcPr>
            <w:tcW w:w="9528" w:type="dxa"/>
            <w:gridSpan w:val="2"/>
          </w:tcPr>
          <w:p w14:paraId="499B29EF" w14:textId="1C69CCCD" w:rsidR="00E6279B" w:rsidRDefault="00E6279B" w:rsidP="00E6279B">
            <w:pPr>
              <w:spacing w:line="320" w:lineRule="atLeast"/>
              <w:ind w:right="504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Move to page </w:t>
            </w:r>
            <w:r w:rsidR="006412A3">
              <w:rPr>
                <w:rFonts w:cs="Arial"/>
                <w:b/>
                <w:szCs w:val="20"/>
              </w:rPr>
              <w:t>2</w:t>
            </w:r>
            <w:r w:rsidR="00613A13">
              <w:rPr>
                <w:rFonts w:cs="Arial"/>
                <w:b/>
                <w:szCs w:val="20"/>
              </w:rPr>
              <w:t>.1</w:t>
            </w:r>
            <w:r w:rsidRPr="002F72BA">
              <w:rPr>
                <w:rFonts w:cs="Arial"/>
                <w:b/>
                <w:szCs w:val="20"/>
              </w:rPr>
              <w:t>.</w:t>
            </w:r>
          </w:p>
          <w:p w14:paraId="499B29F0" w14:textId="77777777" w:rsidR="00E6279B" w:rsidRPr="002F72BA" w:rsidRDefault="00E6279B" w:rsidP="00E6279B">
            <w:pPr>
              <w:spacing w:line="320" w:lineRule="atLeast"/>
              <w:ind w:right="504"/>
              <w:rPr>
                <w:rFonts w:cs="Arial"/>
                <w:szCs w:val="20"/>
              </w:rPr>
            </w:pPr>
          </w:p>
        </w:tc>
      </w:tr>
      <w:tr w:rsidR="00E6279B" w:rsidRPr="002F72BA" w14:paraId="499B29FE" w14:textId="77777777">
        <w:tc>
          <w:tcPr>
            <w:tcW w:w="9528" w:type="dxa"/>
            <w:gridSpan w:val="2"/>
          </w:tcPr>
          <w:p w14:paraId="499B29F2" w14:textId="77777777" w:rsidR="00E6279B" w:rsidRPr="00001074" w:rsidRDefault="00E6279B" w:rsidP="00E6279B">
            <w:pPr>
              <w:spacing w:line="320" w:lineRule="atLeast"/>
              <w:ind w:right="504"/>
              <w:rPr>
                <w:b/>
              </w:rPr>
            </w:pPr>
            <w:r w:rsidRPr="00001074">
              <w:rPr>
                <w:b/>
              </w:rPr>
              <w:t xml:space="preserve">Part </w:t>
            </w:r>
            <w:r w:rsidR="00022953">
              <w:rPr>
                <w:b/>
              </w:rPr>
              <w:t>Two</w:t>
            </w:r>
            <w:r w:rsidRPr="00001074">
              <w:rPr>
                <w:b/>
              </w:rPr>
              <w:t xml:space="preserve">: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y=a∙f(x)</m:t>
              </m:r>
            </m:oMath>
            <w:r w:rsidR="00F970B0">
              <w:rPr>
                <w:b/>
              </w:rPr>
              <w:t>.</w:t>
            </w:r>
          </w:p>
          <w:p w14:paraId="499B29F3" w14:textId="77777777" w:rsidR="00E6279B" w:rsidRDefault="00E6279B" w:rsidP="00E6279B">
            <w:pPr>
              <w:spacing w:line="320" w:lineRule="atLeast"/>
              <w:ind w:left="360" w:right="1212" w:hanging="360"/>
              <w:rPr>
                <w:rFonts w:cs="Arial"/>
                <w:szCs w:val="20"/>
              </w:rPr>
            </w:pPr>
          </w:p>
          <w:p w14:paraId="499B29F4" w14:textId="77777777" w:rsidR="00E6279B" w:rsidRDefault="00F970B0" w:rsidP="00E6279B">
            <w:pPr>
              <w:spacing w:line="320" w:lineRule="atLeast"/>
              <w:ind w:left="360" w:right="1212" w:hanging="360"/>
            </w:pPr>
            <w:r>
              <w:rPr>
                <w:rFonts w:cs="Arial"/>
                <w:szCs w:val="20"/>
              </w:rPr>
              <w:t>2</w:t>
            </w:r>
            <w:r w:rsidR="00E6279B" w:rsidRPr="002F72BA">
              <w:rPr>
                <w:rFonts w:cs="Arial"/>
                <w:szCs w:val="20"/>
              </w:rPr>
              <w:t>.</w:t>
            </w:r>
            <w:r w:rsidR="00E6279B" w:rsidRPr="002F72BA">
              <w:rPr>
                <w:rFonts w:cs="Arial"/>
                <w:szCs w:val="20"/>
              </w:rPr>
              <w:tab/>
            </w:r>
            <w:r w:rsidR="00701ADA">
              <w:t>Click the arrows</w:t>
            </w:r>
            <w:r w:rsidR="00701ADA" w:rsidRPr="002F523A">
              <w:t xml:space="preserve"> </w:t>
            </w:r>
            <w:r w:rsidR="00E6279B" w:rsidRPr="002F523A">
              <w:t xml:space="preserve">to change the value of </w:t>
            </w:r>
            <w:r w:rsidR="007F6FB7" w:rsidRPr="007F6FB7">
              <w:rPr>
                <w:i/>
              </w:rPr>
              <w:t>a</w:t>
            </w:r>
            <w:r w:rsidR="00E6279B" w:rsidRPr="002F523A">
              <w:t>.</w:t>
            </w:r>
            <w:r w:rsidR="00E6279B">
              <w:t xml:space="preserve"> </w:t>
            </w:r>
          </w:p>
          <w:p w14:paraId="499B29F5" w14:textId="07354ECA" w:rsidR="00E6279B" w:rsidRDefault="00E6279B" w:rsidP="00E6279B">
            <w:pPr>
              <w:spacing w:line="320" w:lineRule="atLeast"/>
              <w:ind w:left="720" w:right="1212" w:hanging="360"/>
            </w:pPr>
            <w:r>
              <w:t>a.</w:t>
            </w:r>
            <w:r>
              <w:tab/>
            </w:r>
            <w:r w:rsidRPr="002F523A">
              <w:t xml:space="preserve">What happens to the graph of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=a∙f(x)</m:t>
              </m:r>
            </m:oMath>
            <w:r w:rsidR="00F970B0" w:rsidRPr="002F523A">
              <w:t xml:space="preserve"> </w:t>
            </w:r>
            <w:r w:rsidRPr="002F523A">
              <w:t xml:space="preserve">as the value of </w:t>
            </w:r>
            <w:r w:rsidR="00F970B0">
              <w:rPr>
                <w:i/>
              </w:rPr>
              <w:t>a</w:t>
            </w:r>
            <w:r w:rsidRPr="002F523A">
              <w:t xml:space="preserve"> changes? </w:t>
            </w:r>
          </w:p>
          <w:p w14:paraId="499B29F6" w14:textId="77777777" w:rsidR="00E6279B" w:rsidRDefault="00E6279B" w:rsidP="00E6279B">
            <w:pPr>
              <w:spacing w:line="320" w:lineRule="atLeast"/>
              <w:ind w:left="360" w:right="1212" w:hanging="360"/>
            </w:pPr>
          </w:p>
          <w:p w14:paraId="499B29F7" w14:textId="1A597EAB" w:rsidR="00E6279B" w:rsidRDefault="00E6279B" w:rsidP="00E6279B">
            <w:pPr>
              <w:spacing w:line="320" w:lineRule="atLeast"/>
              <w:ind w:left="720" w:right="132" w:hanging="360"/>
            </w:pPr>
            <w:r>
              <w:t>b.</w:t>
            </w:r>
            <w:r>
              <w:tab/>
            </w:r>
            <w:r w:rsidR="00CB48E2">
              <w:t>Change the slider so that</w:t>
            </w:r>
            <w:r w:rsidR="00CB48E2" w:rsidRPr="007F6FB7">
              <w:rPr>
                <w:i/>
              </w:rPr>
              <w:t xml:space="preserve"> </w:t>
            </w:r>
            <w:r w:rsidR="00F970B0" w:rsidRPr="007F6FB7">
              <w:rPr>
                <w:i/>
              </w:rPr>
              <w:t>a</w:t>
            </w:r>
            <w:r>
              <w:t xml:space="preserve"> &gt; </w:t>
            </w:r>
            <w:r w:rsidR="007F6FB7">
              <w:t>1</w:t>
            </w:r>
            <w:r>
              <w:t xml:space="preserve">. </w:t>
            </w:r>
            <w:r w:rsidR="007F6FB7">
              <w:t xml:space="preserve">How does </w:t>
            </w:r>
            <w:r w:rsidRPr="002F523A">
              <w:t xml:space="preserve">the graph of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=a∙f(x)</m:t>
              </m:r>
            </m:oMath>
            <w:r w:rsidRPr="002F523A">
              <w:t xml:space="preserve"> </w:t>
            </w:r>
            <w:r w:rsidR="007F6FB7">
              <w:t>compare</w:t>
            </w:r>
            <w:r w:rsidRPr="002F523A">
              <w:t xml:space="preserve"> to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 xml:space="preserve"> y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=f(x)</m:t>
              </m:r>
            </m:oMath>
            <w:r>
              <w:t>?</w:t>
            </w:r>
          </w:p>
          <w:p w14:paraId="499B29F8" w14:textId="77777777" w:rsidR="00E6279B" w:rsidRDefault="00E6279B" w:rsidP="00E6279B">
            <w:pPr>
              <w:spacing w:line="320" w:lineRule="atLeast"/>
              <w:ind w:left="360" w:right="132" w:hanging="360"/>
            </w:pPr>
          </w:p>
          <w:p w14:paraId="499B29F9" w14:textId="6CDCB20E" w:rsidR="00E6279B" w:rsidRDefault="00E6279B" w:rsidP="00E6279B">
            <w:pPr>
              <w:spacing w:line="320" w:lineRule="atLeast"/>
              <w:ind w:left="720" w:right="132" w:hanging="360"/>
            </w:pPr>
            <w:r>
              <w:t>c.</w:t>
            </w:r>
            <w:r>
              <w:tab/>
            </w:r>
            <w:r w:rsidR="00CB48E2">
              <w:t xml:space="preserve">Change the slider so that </w:t>
            </w:r>
            <w:r w:rsidR="007F6FB7">
              <w:t xml:space="preserve">0 &lt; </w:t>
            </w:r>
            <w:r w:rsidR="00F970B0" w:rsidRPr="007F6FB7">
              <w:rPr>
                <w:i/>
              </w:rPr>
              <w:t>a</w:t>
            </w:r>
            <w:r w:rsidR="007F6FB7">
              <w:rPr>
                <w:i/>
              </w:rPr>
              <w:t xml:space="preserve"> </w:t>
            </w:r>
            <w:r>
              <w:t xml:space="preserve">&lt; </w:t>
            </w:r>
            <w:r w:rsidR="007F6FB7">
              <w:t>1</w:t>
            </w:r>
            <w:r>
              <w:t xml:space="preserve">. </w:t>
            </w:r>
            <w:r w:rsidR="007F6FB7">
              <w:t xml:space="preserve">How does </w:t>
            </w:r>
            <w:r w:rsidRPr="002F523A">
              <w:t xml:space="preserve">the graph of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=a∙f(x)</m:t>
              </m:r>
            </m:oMath>
            <w:r w:rsidR="00F73AAE">
              <w:t xml:space="preserve"> </w:t>
            </w:r>
            <w:r w:rsidR="007F6FB7">
              <w:t>compare</w:t>
            </w:r>
            <w:r w:rsidRPr="002F523A">
              <w:t xml:space="preserve"> to</w:t>
            </w:r>
            <m:oMath>
              <m: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=f(x)</m:t>
              </m:r>
            </m:oMath>
            <w:r>
              <w:t>?</w:t>
            </w:r>
          </w:p>
          <w:p w14:paraId="499B29FA" w14:textId="77777777" w:rsidR="00F970B0" w:rsidRDefault="00F970B0" w:rsidP="00E6279B">
            <w:pPr>
              <w:spacing w:line="320" w:lineRule="atLeast"/>
              <w:ind w:left="720" w:right="132" w:hanging="360"/>
              <w:rPr>
                <w:rFonts w:cs="Arial"/>
                <w:szCs w:val="20"/>
              </w:rPr>
            </w:pPr>
          </w:p>
          <w:p w14:paraId="499B29FB" w14:textId="2AA45555" w:rsidR="00F970B0" w:rsidRPr="00247A79" w:rsidRDefault="00F970B0" w:rsidP="00F970B0">
            <w:pPr>
              <w:spacing w:line="320" w:lineRule="atLeast"/>
              <w:ind w:left="720" w:right="132" w:hanging="360"/>
              <w:rPr>
                <w:rFonts w:cs="Arial"/>
                <w:szCs w:val="20"/>
              </w:rPr>
            </w:pPr>
            <w:r>
              <w:t>d.</w:t>
            </w:r>
            <w:r>
              <w:tab/>
              <w:t xml:space="preserve">Change the slider so that </w:t>
            </w:r>
            <w:r>
              <w:rPr>
                <w:i/>
              </w:rPr>
              <w:t>a</w:t>
            </w:r>
            <w:r>
              <w:t xml:space="preserve"> </w:t>
            </w:r>
            <w:r w:rsidR="007F6FB7">
              <w:t>= -1</w:t>
            </w:r>
            <w:r>
              <w:t xml:space="preserve">. </w:t>
            </w:r>
            <w:r w:rsidR="007F6FB7">
              <w:t>How does</w:t>
            </w:r>
            <w:r w:rsidRPr="002F523A">
              <w:t xml:space="preserve"> the graph of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=a∙f(x)</m:t>
              </m:r>
            </m:oMath>
            <w:r w:rsidRPr="002F523A">
              <w:t xml:space="preserve"> </w:t>
            </w:r>
            <w:r w:rsidR="007F6FB7">
              <w:t>compare</w:t>
            </w:r>
            <w:r w:rsidRPr="002F523A">
              <w:t xml:space="preserve"> to</w:t>
            </w:r>
            <m:oMath>
              <m: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=f(x)</m:t>
              </m:r>
            </m:oMath>
            <w:r>
              <w:t>?</w:t>
            </w:r>
          </w:p>
          <w:p w14:paraId="499B29FC" w14:textId="77777777" w:rsidR="00E6279B" w:rsidRDefault="00E6279B" w:rsidP="00E6279B">
            <w:pPr>
              <w:spacing w:line="320" w:lineRule="atLeast"/>
              <w:ind w:right="1212"/>
              <w:rPr>
                <w:rFonts w:cs="Arial"/>
                <w:szCs w:val="20"/>
              </w:rPr>
            </w:pPr>
          </w:p>
          <w:p w14:paraId="499B29FD" w14:textId="77777777" w:rsidR="00E6279B" w:rsidRPr="002F72BA" w:rsidRDefault="00E6279B" w:rsidP="00E6279B">
            <w:pPr>
              <w:spacing w:line="320" w:lineRule="atLeast"/>
              <w:ind w:right="1212"/>
              <w:rPr>
                <w:rFonts w:cs="Arial"/>
                <w:szCs w:val="20"/>
              </w:rPr>
            </w:pPr>
          </w:p>
        </w:tc>
      </w:tr>
      <w:tr w:rsidR="00E6279B" w:rsidRPr="002F72BA" w14:paraId="499B2A00" w14:textId="77777777">
        <w:tc>
          <w:tcPr>
            <w:tcW w:w="9528" w:type="dxa"/>
            <w:gridSpan w:val="2"/>
          </w:tcPr>
          <w:p w14:paraId="499B29FF" w14:textId="77777777" w:rsidR="00E6279B" w:rsidRPr="002F72BA" w:rsidRDefault="00E6279B" w:rsidP="00F970B0">
            <w:pPr>
              <w:spacing w:line="320" w:lineRule="atLeast"/>
              <w:ind w:right="132"/>
              <w:rPr>
                <w:rFonts w:cs="Arial"/>
                <w:szCs w:val="20"/>
              </w:rPr>
            </w:pPr>
          </w:p>
        </w:tc>
      </w:tr>
    </w:tbl>
    <w:p w14:paraId="499B2A01" w14:textId="77777777" w:rsidR="00F970B0" w:rsidRDefault="00F970B0">
      <w:r>
        <w:br w:type="page"/>
      </w:r>
    </w:p>
    <w:tbl>
      <w:tblPr>
        <w:tblW w:w="9528" w:type="dxa"/>
        <w:tblLayout w:type="fixed"/>
        <w:tblLook w:val="01E0" w:firstRow="1" w:lastRow="1" w:firstColumn="1" w:lastColumn="1" w:noHBand="0" w:noVBand="0"/>
      </w:tblPr>
      <w:tblGrid>
        <w:gridCol w:w="9528"/>
      </w:tblGrid>
      <w:tr w:rsidR="00F970B0" w:rsidRPr="002F72BA" w14:paraId="499B2A04" w14:textId="77777777" w:rsidTr="00F970B0">
        <w:tc>
          <w:tcPr>
            <w:tcW w:w="9528" w:type="dxa"/>
          </w:tcPr>
          <w:p w14:paraId="499B2A02" w14:textId="72C692E7" w:rsidR="00F970B0" w:rsidRPr="00F970B0" w:rsidRDefault="00F970B0" w:rsidP="00F970B0">
            <w:pPr>
              <w:spacing w:line="320" w:lineRule="atLeast"/>
              <w:ind w:right="132"/>
              <w:rPr>
                <w:rFonts w:cs="Arial"/>
                <w:b/>
                <w:szCs w:val="20"/>
              </w:rPr>
            </w:pPr>
            <w:r w:rsidRPr="00F970B0">
              <w:rPr>
                <w:rFonts w:cs="Arial"/>
                <w:b/>
                <w:szCs w:val="20"/>
              </w:rPr>
              <w:lastRenderedPageBreak/>
              <w:t xml:space="preserve">Move to page </w:t>
            </w:r>
            <w:r w:rsidR="006412A3">
              <w:rPr>
                <w:rFonts w:cs="Arial"/>
                <w:b/>
                <w:szCs w:val="20"/>
              </w:rPr>
              <w:t>3</w:t>
            </w:r>
            <w:r w:rsidR="00613A13">
              <w:rPr>
                <w:rFonts w:cs="Arial"/>
                <w:b/>
                <w:szCs w:val="20"/>
              </w:rPr>
              <w:t>.1</w:t>
            </w:r>
            <w:r w:rsidRPr="00F970B0">
              <w:rPr>
                <w:rFonts w:cs="Arial"/>
                <w:b/>
                <w:szCs w:val="20"/>
              </w:rPr>
              <w:t>.</w:t>
            </w:r>
          </w:p>
          <w:p w14:paraId="499B2A03" w14:textId="77777777" w:rsidR="00F970B0" w:rsidRPr="00F970B0" w:rsidRDefault="00F970B0" w:rsidP="00F970B0">
            <w:pPr>
              <w:spacing w:line="320" w:lineRule="atLeast"/>
              <w:ind w:right="132"/>
              <w:rPr>
                <w:rFonts w:cs="Arial"/>
                <w:b/>
                <w:szCs w:val="20"/>
              </w:rPr>
            </w:pPr>
          </w:p>
        </w:tc>
      </w:tr>
      <w:tr w:rsidR="00F970B0" w:rsidRPr="002F72BA" w14:paraId="499B2A10" w14:textId="77777777" w:rsidTr="00F970B0">
        <w:tc>
          <w:tcPr>
            <w:tcW w:w="9528" w:type="dxa"/>
          </w:tcPr>
          <w:p w14:paraId="499B2A05" w14:textId="77777777" w:rsidR="00F970B0" w:rsidRPr="00F970B0" w:rsidRDefault="00F970B0" w:rsidP="00F970B0">
            <w:pPr>
              <w:spacing w:line="320" w:lineRule="atLeast"/>
              <w:ind w:right="132"/>
              <w:rPr>
                <w:rFonts w:cs="Arial"/>
                <w:b/>
                <w:szCs w:val="20"/>
              </w:rPr>
            </w:pPr>
            <w:r w:rsidRPr="00F970B0">
              <w:rPr>
                <w:rFonts w:cs="Arial"/>
                <w:b/>
                <w:szCs w:val="20"/>
              </w:rPr>
              <w:t xml:space="preserve">Part Three: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y=f(x-h)</m:t>
              </m:r>
            </m:oMath>
            <w:r w:rsidR="007F6FB7">
              <w:rPr>
                <w:rFonts w:cs="Arial"/>
                <w:b/>
              </w:rPr>
              <w:t>.</w:t>
            </w:r>
          </w:p>
          <w:p w14:paraId="499B2A06" w14:textId="77777777" w:rsidR="00F970B0" w:rsidRPr="00F970B0" w:rsidRDefault="00F970B0" w:rsidP="00F970B0">
            <w:pPr>
              <w:spacing w:line="320" w:lineRule="atLeast"/>
              <w:ind w:right="132"/>
              <w:rPr>
                <w:rFonts w:cs="Arial"/>
                <w:b/>
                <w:szCs w:val="20"/>
              </w:rPr>
            </w:pPr>
          </w:p>
          <w:p w14:paraId="499B2A07" w14:textId="77777777" w:rsidR="00F970B0" w:rsidRDefault="00F970B0" w:rsidP="00F970B0">
            <w:pPr>
              <w:spacing w:line="320" w:lineRule="atLeast"/>
              <w:ind w:left="360" w:right="1212" w:hanging="360"/>
            </w:pPr>
            <w:r>
              <w:rPr>
                <w:rFonts w:cs="Arial"/>
                <w:szCs w:val="20"/>
              </w:rPr>
              <w:t>3</w:t>
            </w:r>
            <w:r w:rsidRPr="002F72BA">
              <w:rPr>
                <w:rFonts w:cs="Arial"/>
                <w:szCs w:val="20"/>
              </w:rPr>
              <w:t>.</w:t>
            </w:r>
            <w:r w:rsidRPr="002F72BA">
              <w:rPr>
                <w:rFonts w:cs="Arial"/>
                <w:szCs w:val="20"/>
              </w:rPr>
              <w:tab/>
            </w:r>
            <w:r w:rsidR="00701ADA">
              <w:t>Click the arrows</w:t>
            </w:r>
            <w:r w:rsidR="00701ADA" w:rsidRPr="002F523A">
              <w:t xml:space="preserve"> </w:t>
            </w:r>
            <w:r w:rsidRPr="002F523A">
              <w:t xml:space="preserve">to change the value of </w:t>
            </w:r>
            <w:r w:rsidRPr="002F523A">
              <w:rPr>
                <w:i/>
              </w:rPr>
              <w:t>h</w:t>
            </w:r>
            <w:r w:rsidRPr="002F523A">
              <w:t>.</w:t>
            </w:r>
            <w:r>
              <w:t xml:space="preserve"> </w:t>
            </w:r>
          </w:p>
          <w:p w14:paraId="499B2A08" w14:textId="4A2A4052" w:rsidR="00F970B0" w:rsidRDefault="00F970B0" w:rsidP="00F970B0">
            <w:pPr>
              <w:spacing w:line="320" w:lineRule="atLeast"/>
              <w:ind w:left="720" w:right="1212" w:hanging="360"/>
            </w:pPr>
            <w:r>
              <w:t>a.</w:t>
            </w:r>
            <w:r>
              <w:tab/>
            </w:r>
            <w:r w:rsidRPr="002F523A">
              <w:t xml:space="preserve">What happens to the graph of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=f(x-h)</m:t>
              </m:r>
            </m:oMath>
            <w:r w:rsidRPr="002F523A">
              <w:t xml:space="preserve"> as the value of </w:t>
            </w:r>
            <w:r w:rsidR="000756AB">
              <w:rPr>
                <w:i/>
              </w:rPr>
              <w:t xml:space="preserve">h </w:t>
            </w:r>
            <w:r w:rsidRPr="002F523A">
              <w:t xml:space="preserve">changes? </w:t>
            </w:r>
          </w:p>
          <w:p w14:paraId="499B2A09" w14:textId="77777777" w:rsidR="00F970B0" w:rsidRDefault="00F970B0" w:rsidP="00F970B0">
            <w:pPr>
              <w:spacing w:line="320" w:lineRule="atLeast"/>
              <w:ind w:left="360" w:right="1212" w:hanging="360"/>
            </w:pPr>
          </w:p>
          <w:p w14:paraId="499B2A0A" w14:textId="49EAD94D" w:rsidR="00F970B0" w:rsidRDefault="00F970B0" w:rsidP="00F970B0">
            <w:pPr>
              <w:spacing w:line="320" w:lineRule="atLeast"/>
              <w:ind w:left="720" w:right="132" w:hanging="360"/>
            </w:pPr>
            <w:r>
              <w:t>b.</w:t>
            </w:r>
            <w:r>
              <w:tab/>
            </w:r>
            <w:r w:rsidR="00CB48E2">
              <w:t>Change the slider so that</w:t>
            </w:r>
            <w:r w:rsidR="00CB48E2" w:rsidRPr="007F6FB7">
              <w:rPr>
                <w:i/>
              </w:rPr>
              <w:t xml:space="preserve"> </w:t>
            </w:r>
            <w:r w:rsidR="007F6FB7" w:rsidRPr="007F6FB7">
              <w:rPr>
                <w:i/>
              </w:rPr>
              <w:t>h</w:t>
            </w:r>
            <w:r>
              <w:t xml:space="preserve"> &gt; 0. </w:t>
            </w:r>
            <w:r w:rsidRPr="002F523A">
              <w:t>Where is the graph o</w:t>
            </w:r>
            <w:r w:rsidR="005837CB">
              <w:t xml:space="preserve">f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=f(x-h)</m:t>
              </m:r>
            </m:oMath>
            <w:r w:rsidR="00F73AAE">
              <w:t xml:space="preserve"> </w:t>
            </w:r>
            <w:r w:rsidRPr="002F523A">
              <w:t>compared to</w:t>
            </w:r>
            <w:r w:rsidR="000756AB"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=f(x)</m:t>
              </m:r>
            </m:oMath>
            <w:r>
              <w:t>?</w:t>
            </w:r>
          </w:p>
          <w:p w14:paraId="499B2A0B" w14:textId="77777777" w:rsidR="00F970B0" w:rsidRDefault="00F970B0" w:rsidP="00F970B0">
            <w:pPr>
              <w:spacing w:line="320" w:lineRule="atLeast"/>
              <w:ind w:left="360" w:right="132" w:hanging="360"/>
            </w:pPr>
          </w:p>
          <w:p w14:paraId="499B2A0C" w14:textId="5FD96030" w:rsidR="00F970B0" w:rsidRDefault="00F970B0" w:rsidP="00F970B0">
            <w:pPr>
              <w:spacing w:line="320" w:lineRule="atLeast"/>
              <w:ind w:left="720" w:right="132" w:hanging="360"/>
            </w:pPr>
            <w:r>
              <w:t>c.</w:t>
            </w:r>
            <w:r>
              <w:tab/>
            </w:r>
            <w:r w:rsidR="00CB48E2">
              <w:t>Change the slider so that</w:t>
            </w:r>
            <w:r w:rsidR="00CB48E2" w:rsidRPr="007F6FB7">
              <w:rPr>
                <w:i/>
              </w:rPr>
              <w:t xml:space="preserve"> </w:t>
            </w:r>
            <w:r w:rsidR="007F6FB7" w:rsidRPr="007F6FB7">
              <w:rPr>
                <w:i/>
              </w:rPr>
              <w:t>h</w:t>
            </w:r>
            <w:r>
              <w:t xml:space="preserve"> &lt; 0. </w:t>
            </w:r>
            <w:r w:rsidRPr="002F523A">
              <w:t xml:space="preserve">Where is the graph of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=f(x-h)</m:t>
              </m:r>
            </m:oMath>
            <w:r w:rsidRPr="002F523A">
              <w:t xml:space="preserve"> compared to</w:t>
            </w:r>
            <w:r w:rsidR="000756AB"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=f(x)</m:t>
              </m:r>
            </m:oMath>
            <w:r>
              <w:t>?</w:t>
            </w:r>
          </w:p>
          <w:p w14:paraId="499B2A0D" w14:textId="77777777" w:rsidR="00F970B0" w:rsidRDefault="00F970B0" w:rsidP="00F970B0">
            <w:pPr>
              <w:spacing w:line="320" w:lineRule="atLeast"/>
              <w:ind w:left="720" w:right="132" w:hanging="360"/>
              <w:rPr>
                <w:rFonts w:cs="Arial"/>
                <w:szCs w:val="20"/>
              </w:rPr>
            </w:pPr>
          </w:p>
          <w:p w14:paraId="499B2A0E" w14:textId="77D98E7C" w:rsidR="00F970B0" w:rsidRPr="00247A79" w:rsidRDefault="00F970B0" w:rsidP="00F970B0">
            <w:pPr>
              <w:spacing w:line="320" w:lineRule="atLeast"/>
              <w:ind w:left="720" w:right="132" w:hanging="360"/>
              <w:rPr>
                <w:rFonts w:cs="Arial"/>
                <w:szCs w:val="20"/>
              </w:rPr>
            </w:pPr>
            <w:r>
              <w:t>d.</w:t>
            </w:r>
            <w:r>
              <w:tab/>
              <w:t xml:space="preserve">Change the slider so that </w:t>
            </w:r>
            <w:r w:rsidR="007F6FB7">
              <w:rPr>
                <w:i/>
              </w:rPr>
              <w:t>h</w:t>
            </w:r>
            <w:r>
              <w:t xml:space="preserve"> = </w:t>
            </w:r>
            <w:r w:rsidR="007F6FB7">
              <w:t>0</w:t>
            </w:r>
            <w:r>
              <w:t xml:space="preserve">. </w:t>
            </w:r>
            <w:r w:rsidRPr="002F523A">
              <w:t xml:space="preserve">Where is the graph of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=f(x-h)</m:t>
              </m:r>
            </m:oMath>
            <w:r w:rsidRPr="002F523A">
              <w:t xml:space="preserve"> compared to</w:t>
            </w:r>
            <m:oMath>
              <m: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=f(x)</m:t>
              </m:r>
            </m:oMath>
            <w:r>
              <w:t>?</w:t>
            </w:r>
          </w:p>
          <w:p w14:paraId="499B2A0F" w14:textId="77777777" w:rsidR="00F970B0" w:rsidRPr="00F970B0" w:rsidRDefault="00F970B0" w:rsidP="00F970B0">
            <w:pPr>
              <w:spacing w:line="320" w:lineRule="atLeast"/>
              <w:ind w:right="132"/>
              <w:rPr>
                <w:rFonts w:cs="Arial"/>
                <w:b/>
                <w:szCs w:val="20"/>
              </w:rPr>
            </w:pPr>
          </w:p>
        </w:tc>
      </w:tr>
      <w:tr w:rsidR="00F970B0" w:rsidRPr="00F970B0" w14:paraId="499B2A13" w14:textId="77777777" w:rsidTr="00F970B0">
        <w:tc>
          <w:tcPr>
            <w:tcW w:w="9528" w:type="dxa"/>
          </w:tcPr>
          <w:p w14:paraId="499B2A11" w14:textId="3306D029" w:rsidR="00F970B0" w:rsidRPr="00F970B0" w:rsidRDefault="00F970B0" w:rsidP="00C90C07">
            <w:pPr>
              <w:spacing w:line="320" w:lineRule="atLeast"/>
              <w:ind w:right="132"/>
              <w:rPr>
                <w:rFonts w:cs="Arial"/>
                <w:b/>
                <w:szCs w:val="20"/>
              </w:rPr>
            </w:pPr>
            <w:r w:rsidRPr="00F970B0">
              <w:rPr>
                <w:rFonts w:cs="Arial"/>
                <w:b/>
                <w:szCs w:val="20"/>
              </w:rPr>
              <w:t xml:space="preserve">Move to page </w:t>
            </w:r>
            <w:r w:rsidR="006412A3">
              <w:rPr>
                <w:rFonts w:cs="Arial"/>
                <w:b/>
                <w:szCs w:val="20"/>
              </w:rPr>
              <w:t>4</w:t>
            </w:r>
            <w:r w:rsidR="00613A13">
              <w:rPr>
                <w:rFonts w:cs="Arial"/>
                <w:b/>
                <w:szCs w:val="20"/>
              </w:rPr>
              <w:t>.1</w:t>
            </w:r>
            <w:r w:rsidRPr="00F970B0">
              <w:rPr>
                <w:rFonts w:cs="Arial"/>
                <w:b/>
                <w:szCs w:val="20"/>
              </w:rPr>
              <w:t>.</w:t>
            </w:r>
          </w:p>
          <w:p w14:paraId="499B2A12" w14:textId="77777777" w:rsidR="00F970B0" w:rsidRPr="00F970B0" w:rsidRDefault="00F970B0" w:rsidP="00C90C07">
            <w:pPr>
              <w:spacing w:line="320" w:lineRule="atLeast"/>
              <w:ind w:right="132"/>
              <w:rPr>
                <w:rFonts w:cs="Arial"/>
                <w:b/>
                <w:szCs w:val="20"/>
              </w:rPr>
            </w:pPr>
          </w:p>
        </w:tc>
      </w:tr>
      <w:tr w:rsidR="00F970B0" w:rsidRPr="00F970B0" w14:paraId="499B2A1F" w14:textId="77777777" w:rsidTr="00F970B0">
        <w:tc>
          <w:tcPr>
            <w:tcW w:w="9528" w:type="dxa"/>
          </w:tcPr>
          <w:p w14:paraId="499B2A14" w14:textId="77777777" w:rsidR="00F970B0" w:rsidRPr="00F970B0" w:rsidRDefault="00F970B0" w:rsidP="00C90C07">
            <w:pPr>
              <w:spacing w:line="320" w:lineRule="atLeast"/>
              <w:ind w:right="132"/>
              <w:rPr>
                <w:rFonts w:cs="Arial"/>
                <w:b/>
                <w:szCs w:val="20"/>
              </w:rPr>
            </w:pPr>
            <w:r w:rsidRPr="00F970B0">
              <w:rPr>
                <w:rFonts w:cs="Arial"/>
                <w:b/>
                <w:szCs w:val="20"/>
              </w:rPr>
              <w:t xml:space="preserve">Part </w:t>
            </w:r>
            <w:r w:rsidR="007F6FB7">
              <w:rPr>
                <w:rFonts w:cs="Arial"/>
                <w:b/>
                <w:szCs w:val="20"/>
              </w:rPr>
              <w:t>Four</w:t>
            </w:r>
            <w:r w:rsidRPr="007F6FB7">
              <w:rPr>
                <w:rFonts w:cs="Arial"/>
                <w:i/>
                <w:szCs w:val="20"/>
              </w:rPr>
              <w:t xml:space="preserve">: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y=f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b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</m:d>
            </m:oMath>
          </w:p>
          <w:p w14:paraId="499B2A15" w14:textId="77777777" w:rsidR="00F970B0" w:rsidRPr="00F970B0" w:rsidRDefault="00F970B0" w:rsidP="00C90C07">
            <w:pPr>
              <w:spacing w:line="320" w:lineRule="atLeast"/>
              <w:ind w:right="132"/>
              <w:rPr>
                <w:rFonts w:cs="Arial"/>
                <w:b/>
                <w:szCs w:val="20"/>
              </w:rPr>
            </w:pPr>
          </w:p>
          <w:p w14:paraId="499B2A16" w14:textId="77777777" w:rsidR="00F970B0" w:rsidRDefault="00F970B0" w:rsidP="00F970B0">
            <w:pPr>
              <w:spacing w:line="320" w:lineRule="atLeast"/>
              <w:ind w:left="360" w:right="1212" w:hanging="360"/>
            </w:pPr>
            <w:r>
              <w:rPr>
                <w:rFonts w:cs="Arial"/>
                <w:szCs w:val="20"/>
              </w:rPr>
              <w:t>4</w:t>
            </w:r>
            <w:r w:rsidRPr="002F72BA">
              <w:rPr>
                <w:rFonts w:cs="Arial"/>
                <w:szCs w:val="20"/>
              </w:rPr>
              <w:t>.</w:t>
            </w:r>
            <w:r w:rsidRPr="002F72BA">
              <w:rPr>
                <w:rFonts w:cs="Arial"/>
                <w:szCs w:val="20"/>
              </w:rPr>
              <w:tab/>
            </w:r>
            <w:r w:rsidR="00701ADA">
              <w:t>Click the arrows</w:t>
            </w:r>
            <w:r w:rsidR="00701ADA" w:rsidRPr="002F523A">
              <w:t xml:space="preserve"> </w:t>
            </w:r>
            <w:r w:rsidR="00701ADA">
              <w:t xml:space="preserve">to </w:t>
            </w:r>
            <w:r w:rsidRPr="002F523A">
              <w:t xml:space="preserve">change the value of </w:t>
            </w:r>
            <w:r w:rsidR="007F6FB7">
              <w:rPr>
                <w:i/>
              </w:rPr>
              <w:t>b</w:t>
            </w:r>
            <w:r w:rsidRPr="002F523A">
              <w:t>.</w:t>
            </w:r>
            <w:r>
              <w:t xml:space="preserve"> </w:t>
            </w:r>
          </w:p>
          <w:p w14:paraId="499B2A17" w14:textId="5D92C1AA" w:rsidR="00F970B0" w:rsidRDefault="00F970B0" w:rsidP="00F970B0">
            <w:pPr>
              <w:spacing w:line="320" w:lineRule="atLeast"/>
              <w:ind w:left="720" w:right="1212" w:hanging="360"/>
            </w:pPr>
            <w:r>
              <w:t>a.</w:t>
            </w:r>
            <w:r>
              <w:tab/>
            </w:r>
            <w:r w:rsidRPr="002F523A">
              <w:t xml:space="preserve">What happens to the graph of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=f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b</m:t>
                      </m:r>
                    </m:den>
                  </m:f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oMath>
            <w:r w:rsidRPr="002F523A">
              <w:t xml:space="preserve"> as the value of </w:t>
            </w:r>
            <w:r w:rsidR="000756AB">
              <w:rPr>
                <w:i/>
              </w:rPr>
              <w:t>b</w:t>
            </w:r>
            <w:r w:rsidRPr="002F523A">
              <w:t xml:space="preserve"> changes? </w:t>
            </w:r>
          </w:p>
          <w:p w14:paraId="499B2A18" w14:textId="77777777" w:rsidR="00F970B0" w:rsidRDefault="00F970B0" w:rsidP="00F970B0">
            <w:pPr>
              <w:spacing w:line="320" w:lineRule="atLeast"/>
              <w:ind w:left="360" w:right="1212" w:hanging="360"/>
            </w:pPr>
          </w:p>
          <w:p w14:paraId="499B2A19" w14:textId="0CF61875" w:rsidR="00F970B0" w:rsidRDefault="00F970B0" w:rsidP="00F970B0">
            <w:pPr>
              <w:spacing w:line="320" w:lineRule="atLeast"/>
              <w:ind w:left="720" w:right="132" w:hanging="360"/>
            </w:pPr>
            <w:r>
              <w:t>b.</w:t>
            </w:r>
            <w:r>
              <w:tab/>
            </w:r>
            <w:r w:rsidR="00CB48E2">
              <w:t>Change the slider so that</w:t>
            </w:r>
            <w:r w:rsidR="00CB48E2" w:rsidRPr="007F6FB7">
              <w:rPr>
                <w:i/>
              </w:rPr>
              <w:t xml:space="preserve"> </w:t>
            </w:r>
            <w:r w:rsidR="007F6FB7" w:rsidRPr="007F6FB7">
              <w:rPr>
                <w:i/>
              </w:rPr>
              <w:t>b</w:t>
            </w:r>
            <w:r>
              <w:t xml:space="preserve"> &gt; </w:t>
            </w:r>
            <w:r w:rsidR="007F6FB7">
              <w:t>1</w:t>
            </w:r>
            <w:r>
              <w:t xml:space="preserve">. </w:t>
            </w:r>
            <w:r w:rsidR="007F6FB7">
              <w:t>How does</w:t>
            </w:r>
            <w:r w:rsidRPr="002F523A">
              <w:t xml:space="preserve"> the graph of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=f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b</m:t>
                      </m:r>
                    </m:den>
                  </m:f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oMath>
            <w:r w:rsidRPr="002F523A">
              <w:t xml:space="preserve"> </w:t>
            </w:r>
            <w:r w:rsidR="007F6FB7">
              <w:t>compare</w:t>
            </w:r>
            <w:r w:rsidRPr="002F523A">
              <w:t xml:space="preserve"> to</w:t>
            </w:r>
            <m:oMath>
              <m: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=f(x)</m:t>
              </m:r>
            </m:oMath>
            <w:r>
              <w:t>?</w:t>
            </w:r>
          </w:p>
          <w:p w14:paraId="499B2A1A" w14:textId="77777777" w:rsidR="00F970B0" w:rsidRDefault="00F970B0" w:rsidP="00F970B0">
            <w:pPr>
              <w:spacing w:line="320" w:lineRule="atLeast"/>
              <w:ind w:left="360" w:right="132" w:hanging="360"/>
            </w:pPr>
          </w:p>
          <w:p w14:paraId="499B2A1B" w14:textId="5B7048FC" w:rsidR="00F970B0" w:rsidRDefault="00F970B0" w:rsidP="00F970B0">
            <w:pPr>
              <w:spacing w:line="320" w:lineRule="atLeast"/>
              <w:ind w:left="720" w:right="132" w:hanging="360"/>
            </w:pPr>
            <w:r>
              <w:t>c.</w:t>
            </w:r>
            <w:r>
              <w:tab/>
            </w:r>
            <w:r w:rsidR="00CB48E2">
              <w:t xml:space="preserve">Change the slider so that </w:t>
            </w:r>
            <w:r w:rsidR="007F6FB7">
              <w:t xml:space="preserve">0 &lt; </w:t>
            </w:r>
            <w:r w:rsidR="007F6FB7" w:rsidRPr="007F6FB7">
              <w:rPr>
                <w:i/>
              </w:rPr>
              <w:t>b</w:t>
            </w:r>
            <w:r>
              <w:t xml:space="preserve"> &lt; </w:t>
            </w:r>
            <w:r w:rsidR="007F6FB7">
              <w:t>1</w:t>
            </w:r>
            <w:r>
              <w:t xml:space="preserve">. </w:t>
            </w:r>
            <w:r w:rsidR="007F6FB7">
              <w:t>How does</w:t>
            </w:r>
            <w:r w:rsidRPr="002F523A">
              <w:t xml:space="preserve"> the graph of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=f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b</m:t>
                      </m:r>
                    </m:den>
                  </m:f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oMath>
            <w:r w:rsidRPr="002F523A">
              <w:t xml:space="preserve"> </w:t>
            </w:r>
            <w:r w:rsidR="007F6FB7">
              <w:t>compare</w:t>
            </w:r>
            <w:r w:rsidRPr="002F523A">
              <w:t xml:space="preserve"> to</w:t>
            </w:r>
            <m:oMath>
              <m: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=f(x)</m:t>
              </m:r>
            </m:oMath>
            <w:r>
              <w:t>?</w:t>
            </w:r>
          </w:p>
          <w:p w14:paraId="499B2A1C" w14:textId="77777777" w:rsidR="00F970B0" w:rsidRDefault="00F970B0" w:rsidP="00F970B0">
            <w:pPr>
              <w:spacing w:line="320" w:lineRule="atLeast"/>
              <w:ind w:left="720" w:right="132" w:hanging="360"/>
              <w:rPr>
                <w:rFonts w:cs="Arial"/>
                <w:szCs w:val="20"/>
              </w:rPr>
            </w:pPr>
          </w:p>
          <w:p w14:paraId="499B2A1D" w14:textId="3F6B0ACE" w:rsidR="00F970B0" w:rsidRPr="00247A79" w:rsidRDefault="00F970B0" w:rsidP="00F970B0">
            <w:pPr>
              <w:spacing w:line="320" w:lineRule="atLeast"/>
              <w:ind w:left="720" w:right="132" w:hanging="360"/>
              <w:rPr>
                <w:rFonts w:cs="Arial"/>
                <w:szCs w:val="20"/>
              </w:rPr>
            </w:pPr>
            <w:r>
              <w:t>d.</w:t>
            </w:r>
            <w:r>
              <w:tab/>
              <w:t xml:space="preserve">Change the slider so that </w:t>
            </w:r>
            <w:r w:rsidR="007F6FB7">
              <w:rPr>
                <w:i/>
              </w:rPr>
              <w:t>b</w:t>
            </w:r>
            <w:r>
              <w:t xml:space="preserve"> </w:t>
            </w:r>
            <w:r w:rsidR="007F6FB7">
              <w:t>= -1</w:t>
            </w:r>
            <w:r>
              <w:t xml:space="preserve">. </w:t>
            </w:r>
            <w:r w:rsidR="007F6FB7">
              <w:t>How does</w:t>
            </w:r>
            <w:r w:rsidRPr="002F523A">
              <w:t xml:space="preserve"> the graph of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=f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b</m:t>
                      </m:r>
                    </m:den>
                  </m:f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oMath>
            <w:r w:rsidRPr="002F523A">
              <w:t xml:space="preserve"> </w:t>
            </w:r>
            <w:r w:rsidR="007F6FB7">
              <w:t>compare</w:t>
            </w:r>
            <w:r w:rsidRPr="002F523A">
              <w:t xml:space="preserve"> to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 xml:space="preserve"> y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=f(x)</m:t>
              </m:r>
            </m:oMath>
            <w:r>
              <w:t>?</w:t>
            </w:r>
          </w:p>
          <w:p w14:paraId="499B2A1E" w14:textId="77777777" w:rsidR="00F970B0" w:rsidRPr="00F970B0" w:rsidRDefault="00F970B0" w:rsidP="00C90C07">
            <w:pPr>
              <w:spacing w:line="320" w:lineRule="atLeast"/>
              <w:ind w:right="132"/>
              <w:rPr>
                <w:rFonts w:cs="Arial"/>
                <w:b/>
                <w:szCs w:val="20"/>
              </w:rPr>
            </w:pPr>
          </w:p>
        </w:tc>
      </w:tr>
    </w:tbl>
    <w:p w14:paraId="499B2A20" w14:textId="77777777" w:rsidR="00E6279B" w:rsidRDefault="00E6279B"/>
    <w:tbl>
      <w:tblPr>
        <w:tblW w:w="9528" w:type="dxa"/>
        <w:tblLayout w:type="fixed"/>
        <w:tblLook w:val="01E0" w:firstRow="1" w:lastRow="1" w:firstColumn="1" w:lastColumn="1" w:noHBand="0" w:noVBand="0"/>
      </w:tblPr>
      <w:tblGrid>
        <w:gridCol w:w="9528"/>
      </w:tblGrid>
      <w:tr w:rsidR="00E6279B" w:rsidRPr="002F72BA" w14:paraId="499B2A28" w14:textId="77777777">
        <w:tc>
          <w:tcPr>
            <w:tcW w:w="9528" w:type="dxa"/>
          </w:tcPr>
          <w:p w14:paraId="499B2A21" w14:textId="2A1627A6" w:rsidR="00E6279B" w:rsidRPr="00792B0F" w:rsidRDefault="00701ADA" w:rsidP="00E6279B">
            <w:pPr>
              <w:spacing w:line="320" w:lineRule="atLeast"/>
              <w:ind w:left="360" w:right="1212" w:hanging="3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</w:t>
            </w:r>
            <w:r w:rsidR="00E6279B" w:rsidRPr="002F72BA">
              <w:rPr>
                <w:rFonts w:cs="Arial"/>
                <w:szCs w:val="20"/>
              </w:rPr>
              <w:t>.</w:t>
            </w:r>
            <w:r w:rsidR="00E6279B" w:rsidRPr="002F72BA">
              <w:rPr>
                <w:rFonts w:cs="Arial"/>
                <w:b/>
                <w:szCs w:val="20"/>
              </w:rPr>
              <w:tab/>
            </w:r>
            <w:r>
              <w:rPr>
                <w:rFonts w:cs="Arial"/>
                <w:szCs w:val="20"/>
              </w:rPr>
              <w:t xml:space="preserve">Page </w:t>
            </w:r>
            <w:r w:rsidR="006412A3">
              <w:rPr>
                <w:rFonts w:cs="Arial"/>
                <w:szCs w:val="20"/>
              </w:rPr>
              <w:t>5</w:t>
            </w:r>
            <w:r w:rsidR="00613A13">
              <w:rPr>
                <w:rFonts w:cs="Arial"/>
                <w:szCs w:val="20"/>
              </w:rPr>
              <w:t>.1</w:t>
            </w:r>
            <w:r w:rsidR="00DC6B0B">
              <w:rPr>
                <w:rFonts w:cs="Arial"/>
                <w:szCs w:val="20"/>
              </w:rPr>
              <w:t xml:space="preserve"> use</w:t>
            </w:r>
            <w:r>
              <w:rPr>
                <w:rFonts w:cs="Arial"/>
                <w:szCs w:val="20"/>
              </w:rPr>
              <w:t>s</w:t>
            </w:r>
            <w:r w:rsidR="00DC6B0B">
              <w:rPr>
                <w:rFonts w:cs="Arial"/>
                <w:szCs w:val="20"/>
              </w:rPr>
              <w:t xml:space="preserve"> a different function. </w:t>
            </w:r>
            <w:r w:rsidR="00E6279B">
              <w:t>For each transformation</w:t>
            </w:r>
            <w:r>
              <w:t xml:space="preserve">, </w:t>
            </w:r>
            <w:r w:rsidR="00E6279B">
              <w:t xml:space="preserve">describe the changes in the graph of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=f(x)</m:t>
              </m:r>
            </m:oMath>
            <w:r w:rsidR="00E6279B">
              <w:t xml:space="preserve">. </w:t>
            </w:r>
            <w:r w:rsidR="00792B0F">
              <w:t xml:space="preserve">Use page </w:t>
            </w:r>
            <w:r w:rsidR="006412A3">
              <w:t>5</w:t>
            </w:r>
            <w:r w:rsidR="00613A13">
              <w:t>.1</w:t>
            </w:r>
            <w:r w:rsidR="00792B0F">
              <w:t xml:space="preserve"> to check answers.</w:t>
            </w:r>
          </w:p>
          <w:p w14:paraId="499B2A22" w14:textId="77777777" w:rsidR="00E6279B" w:rsidRDefault="00E6279B" w:rsidP="00E6279B">
            <w:pPr>
              <w:spacing w:line="320" w:lineRule="atLeast"/>
              <w:ind w:right="1212"/>
              <w:rPr>
                <w:rFonts w:cs="Arial"/>
                <w:szCs w:val="20"/>
              </w:rPr>
            </w:pPr>
          </w:p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060"/>
              <w:gridCol w:w="3150"/>
              <w:gridCol w:w="2988"/>
            </w:tblGrid>
            <w:tr w:rsidR="00E6279B" w14:paraId="499B2A26" w14:textId="77777777" w:rsidTr="006023F5">
              <w:trPr>
                <w:trHeight w:val="522"/>
                <w:jc w:val="center"/>
              </w:trPr>
              <w:tc>
                <w:tcPr>
                  <w:tcW w:w="3060" w:type="dxa"/>
                </w:tcPr>
                <w:p w14:paraId="499B2A23" w14:textId="75521374" w:rsidR="00E6279B" w:rsidRDefault="00701ADA" w:rsidP="009A7FF8">
                  <w:pPr>
                    <w:tabs>
                      <w:tab w:val="left" w:pos="234"/>
                    </w:tabs>
                  </w:pPr>
                  <w:r>
                    <w:tab/>
                  </w:r>
                  <w:r w:rsidR="00E6279B">
                    <w:t xml:space="preserve">a. 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=-1.5∙f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+2</m:t>
                    </m:r>
                  </m:oMath>
                </w:p>
              </w:tc>
              <w:tc>
                <w:tcPr>
                  <w:tcW w:w="3150" w:type="dxa"/>
                </w:tcPr>
                <w:p w14:paraId="499B2A24" w14:textId="77777777" w:rsidR="00E6279B" w:rsidRDefault="00701ADA" w:rsidP="00701ADA">
                  <w:pPr>
                    <w:tabs>
                      <w:tab w:val="left" w:pos="234"/>
                    </w:tabs>
                  </w:pPr>
                  <w:r>
                    <w:tab/>
                  </w:r>
                  <w:r w:rsidR="00E6279B">
                    <w:t xml:space="preserve">b. 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=f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x-1</m:t>
                            </m:r>
                          </m:e>
                        </m:d>
                      </m:e>
                    </m:d>
                  </m:oMath>
                </w:p>
              </w:tc>
              <w:tc>
                <w:tcPr>
                  <w:tcW w:w="2988" w:type="dxa"/>
                </w:tcPr>
                <w:p w14:paraId="499B2A25" w14:textId="153306DD" w:rsidR="00E6279B" w:rsidRDefault="00701ADA" w:rsidP="006412A3">
                  <w:pPr>
                    <w:tabs>
                      <w:tab w:val="left" w:pos="54"/>
                    </w:tabs>
                  </w:pPr>
                  <w:r>
                    <w:tab/>
                  </w:r>
                  <w:r w:rsidR="00E6279B">
                    <w:t xml:space="preserve">c. 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=.5∙f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</w:rPr>
                          <m:t>(x+2)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-2</m:t>
                    </m:r>
                  </m:oMath>
                </w:p>
              </w:tc>
            </w:tr>
          </w:tbl>
          <w:p w14:paraId="499B2A27" w14:textId="77777777" w:rsidR="00E6279B" w:rsidRPr="002F72BA" w:rsidRDefault="00E6279B" w:rsidP="00E6279B">
            <w:pPr>
              <w:spacing w:line="320" w:lineRule="atLeast"/>
              <w:ind w:right="1212"/>
              <w:rPr>
                <w:rFonts w:cs="Arial"/>
                <w:szCs w:val="20"/>
              </w:rPr>
            </w:pPr>
          </w:p>
        </w:tc>
      </w:tr>
    </w:tbl>
    <w:p w14:paraId="499B2A29" w14:textId="77777777" w:rsidR="00E6279B" w:rsidRPr="008E6F0B" w:rsidRDefault="00E6279B" w:rsidP="00E6279B">
      <w:pPr>
        <w:spacing w:line="320" w:lineRule="atLeast"/>
        <w:rPr>
          <w:rFonts w:cs="Arial"/>
          <w:szCs w:val="20"/>
        </w:rPr>
      </w:pPr>
    </w:p>
    <w:sectPr w:rsidR="00E6279B" w:rsidRPr="008E6F0B" w:rsidSect="00E6279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0C463" w14:textId="77777777" w:rsidR="00897FF0" w:rsidRDefault="00897FF0">
      <w:r>
        <w:separator/>
      </w:r>
    </w:p>
  </w:endnote>
  <w:endnote w:type="continuationSeparator" w:id="0">
    <w:p w14:paraId="2C8149B5" w14:textId="77777777" w:rsidR="00897FF0" w:rsidRDefault="00897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D0094" w14:textId="77777777" w:rsidR="007C0943" w:rsidRDefault="007C09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B2A32" w14:textId="31810437" w:rsidR="0004620F" w:rsidRPr="00974CB0" w:rsidRDefault="007C0943" w:rsidP="007C0943">
    <w:pPr>
      <w:pStyle w:val="Footer"/>
      <w:tabs>
        <w:tab w:val="clear" w:pos="4320"/>
        <w:tab w:val="clear" w:pos="8640"/>
        <w:tab w:val="center" w:pos="9270"/>
        <w:tab w:val="right" w:pos="9360"/>
      </w:tabs>
      <w:rPr>
        <w:rFonts w:cs="Arial"/>
        <w:sz w:val="16"/>
        <w:szCs w:val="16"/>
      </w:rPr>
    </w:pPr>
    <w:r>
      <w:rPr>
        <w:rFonts w:cs="Arial"/>
        <w:b/>
        <w:smallCaps/>
        <w:sz w:val="18"/>
        <w:szCs w:val="18"/>
      </w:rPr>
      <w:t xml:space="preserve">Adapted from Transformations of Functions 1 on </w:t>
    </w:r>
    <w:r w:rsidR="00E317C7">
      <w:rPr>
        <w:rFonts w:cs="Arial"/>
        <w:b/>
        <w:smallCaps/>
        <w:sz w:val="18"/>
        <w:szCs w:val="18"/>
      </w:rPr>
      <w:t>Math</w:t>
    </w:r>
    <w:r w:rsidR="004F3748">
      <w:rPr>
        <w:rFonts w:cs="Arial"/>
        <w:b/>
        <w:smallCaps/>
        <w:sz w:val="18"/>
        <w:szCs w:val="18"/>
      </w:rPr>
      <w:t>N</w:t>
    </w:r>
    <w:r w:rsidR="00E317C7">
      <w:rPr>
        <w:rFonts w:cs="Arial"/>
        <w:b/>
        <w:smallCaps/>
        <w:sz w:val="18"/>
        <w:szCs w:val="18"/>
      </w:rPr>
      <w:t>spired.com</w:t>
    </w:r>
    <w:r w:rsidR="0004620F">
      <w:rPr>
        <w:rFonts w:cs="Arial"/>
        <w:b/>
        <w:smallCaps/>
        <w:sz w:val="18"/>
        <w:szCs w:val="18"/>
      </w:rPr>
      <w:tab/>
    </w:r>
    <w:r w:rsidR="0004620F" w:rsidRPr="004B56E3">
      <w:rPr>
        <w:rStyle w:val="PageNumber"/>
        <w:rFonts w:cs="Arial"/>
        <w:b/>
        <w:sz w:val="18"/>
        <w:szCs w:val="18"/>
      </w:rPr>
      <w:fldChar w:fldCharType="begin"/>
    </w:r>
    <w:r w:rsidR="0004620F" w:rsidRPr="004B56E3">
      <w:rPr>
        <w:rStyle w:val="PageNumber"/>
        <w:rFonts w:cs="Arial"/>
        <w:b/>
        <w:sz w:val="18"/>
        <w:szCs w:val="18"/>
      </w:rPr>
      <w:instrText xml:space="preserve"> PAGE </w:instrText>
    </w:r>
    <w:r w:rsidR="0004620F" w:rsidRPr="004B56E3">
      <w:rPr>
        <w:rStyle w:val="PageNumber"/>
        <w:rFonts w:cs="Arial"/>
        <w:b/>
        <w:sz w:val="18"/>
        <w:szCs w:val="18"/>
      </w:rPr>
      <w:fldChar w:fldCharType="separate"/>
    </w:r>
    <w:r w:rsidR="0085471E">
      <w:rPr>
        <w:rStyle w:val="PageNumber"/>
        <w:rFonts w:cs="Arial"/>
        <w:b/>
        <w:noProof/>
        <w:sz w:val="18"/>
        <w:szCs w:val="18"/>
      </w:rPr>
      <w:t>2</w:t>
    </w:r>
    <w:r w:rsidR="0004620F" w:rsidRPr="004B56E3">
      <w:rPr>
        <w:rStyle w:val="PageNumber"/>
        <w:rFonts w:cs="Arial"/>
        <w:b/>
        <w:sz w:val="18"/>
        <w:szCs w:val="18"/>
      </w:rPr>
      <w:fldChar w:fldCharType="end"/>
    </w:r>
    <w:r w:rsidR="0004620F">
      <w:rPr>
        <w:rStyle w:val="PageNumber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55CFB" w14:textId="77777777" w:rsidR="007C0943" w:rsidRDefault="007C09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A5C64" w14:textId="77777777" w:rsidR="00897FF0" w:rsidRDefault="00897FF0">
      <w:r>
        <w:separator/>
      </w:r>
    </w:p>
  </w:footnote>
  <w:footnote w:type="continuationSeparator" w:id="0">
    <w:p w14:paraId="283B42A8" w14:textId="77777777" w:rsidR="00897FF0" w:rsidRDefault="00897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5EA02" w14:textId="77777777" w:rsidR="007C0943" w:rsidRDefault="007C09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B2A30" w14:textId="0846D62D" w:rsidR="0004620F" w:rsidRPr="00F24D88" w:rsidRDefault="00957BEA" w:rsidP="00E6279B">
    <w:pPr>
      <w:pStyle w:val="Header"/>
      <w:pBdr>
        <w:bottom w:val="single" w:sz="4" w:space="1" w:color="auto"/>
      </w:pBdr>
      <w:tabs>
        <w:tab w:val="clear" w:pos="4320"/>
        <w:tab w:val="clear" w:pos="8640"/>
        <w:tab w:val="left" w:pos="720"/>
        <w:tab w:val="right" w:pos="7200"/>
        <w:tab w:val="left" w:pos="9360"/>
      </w:tabs>
      <w:ind w:left="720" w:hanging="720"/>
      <w:rPr>
        <w:rFonts w:ascii="Arial" w:hAnsi="Arial" w:cs="Arial"/>
        <w:b/>
      </w:rPr>
    </w:pPr>
    <w:r w:rsidRPr="00F24D88">
      <w:rPr>
        <w:rFonts w:ascii="Arial" w:hAnsi="Arial" w:cs="Arial"/>
        <w:noProof/>
        <w:position w:val="-12"/>
        <w:sz w:val="32"/>
        <w:szCs w:val="32"/>
      </w:rPr>
      <w:drawing>
        <wp:inline distT="0" distB="0" distL="0" distR="0" wp14:anchorId="499B2A33" wp14:editId="499B2A34">
          <wp:extent cx="304800" cy="285750"/>
          <wp:effectExtent l="0" t="0" r="0" b="0"/>
          <wp:docPr id="50" name="Picture 50" descr="T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 descr="TI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620F" w:rsidRPr="00F24D88">
      <w:rPr>
        <w:rFonts w:ascii="Arial" w:hAnsi="Arial" w:cs="Arial"/>
        <w:position w:val="-12"/>
        <w:sz w:val="32"/>
        <w:szCs w:val="32"/>
      </w:rPr>
      <w:t xml:space="preserve"> </w:t>
    </w:r>
    <w:r w:rsidR="0004620F" w:rsidRPr="00F24D88">
      <w:rPr>
        <w:rFonts w:ascii="Arial" w:hAnsi="Arial" w:cs="Arial"/>
        <w:position w:val="-12"/>
        <w:sz w:val="32"/>
        <w:szCs w:val="32"/>
      </w:rPr>
      <w:tab/>
    </w:r>
    <w:r w:rsidR="0004620F" w:rsidRPr="00F24D88">
      <w:rPr>
        <w:rFonts w:ascii="Arial" w:hAnsi="Arial" w:cs="Arial"/>
        <w:b/>
        <w:sz w:val="28"/>
        <w:szCs w:val="28"/>
      </w:rPr>
      <w:t>Transformations of Functions</w:t>
    </w:r>
    <w:r w:rsidR="0004620F" w:rsidRPr="00F24D88">
      <w:rPr>
        <w:rFonts w:ascii="Arial" w:hAnsi="Arial" w:cs="Arial"/>
        <w:b/>
        <w:sz w:val="32"/>
        <w:szCs w:val="32"/>
      </w:rPr>
      <w:tab/>
    </w:r>
    <w:r w:rsidR="0085471E">
      <w:rPr>
        <w:rFonts w:ascii="Arial" w:hAnsi="Arial" w:cs="Arial"/>
        <w:b/>
      </w:rPr>
      <w:t>Mathematician</w:t>
    </w:r>
    <w:r w:rsidR="0004620F" w:rsidRPr="00F24D88">
      <w:rPr>
        <w:rFonts w:ascii="Arial" w:hAnsi="Arial" w:cs="Arial"/>
        <w:b/>
      </w:rPr>
      <w:t xml:space="preserve"> </w:t>
    </w:r>
    <w:r w:rsidR="0004620F" w:rsidRPr="00F24D88">
      <w:rPr>
        <w:rFonts w:ascii="Arial" w:hAnsi="Arial" w:cs="Arial"/>
        <w:b/>
        <w:u w:val="single"/>
      </w:rPr>
      <w:tab/>
    </w:r>
    <w:r w:rsidR="0004620F" w:rsidRPr="00F24D88">
      <w:rPr>
        <w:rFonts w:ascii="Arial" w:hAnsi="Arial" w:cs="Arial"/>
        <w:b/>
        <w:sz w:val="32"/>
        <w:szCs w:val="32"/>
      </w:rPr>
      <w:br/>
    </w:r>
    <w:r w:rsidR="0004620F" w:rsidRPr="00F24D88">
      <w:rPr>
        <w:rFonts w:ascii="Arial" w:hAnsi="Arial" w:cs="Arial"/>
        <w:b/>
      </w:rPr>
      <w:t>Student Activity</w:t>
    </w:r>
    <w:r w:rsidR="00EC77B9">
      <w:rPr>
        <w:rFonts w:ascii="Arial" w:hAnsi="Arial" w:cs="Arial"/>
        <w:b/>
      </w:rPr>
      <w:t xml:space="preserve">  </w:t>
    </w:r>
    <w:r w:rsidRPr="00EC77B9">
      <w:rPr>
        <w:rFonts w:ascii="Arial" w:hAnsi="Arial" w:cs="Arial"/>
        <w:b/>
        <w:noProof/>
        <w:position w:val="-12"/>
      </w:rPr>
      <w:drawing>
        <wp:inline distT="0" distB="0" distL="0" distR="0" wp14:anchorId="499B2A35" wp14:editId="499B2A36">
          <wp:extent cx="685800" cy="276225"/>
          <wp:effectExtent l="0" t="0" r="0" b="9525"/>
          <wp:docPr id="51" name="Picture 51" descr="HH_SW_Tablet_icon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 descr="HH_SW_Tablet_icon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620F" w:rsidRPr="00F24D88">
      <w:rPr>
        <w:rFonts w:ascii="Arial" w:hAnsi="Arial" w:cs="Arial"/>
        <w:b/>
      </w:rPr>
      <w:tab/>
      <w:t xml:space="preserve">Class </w:t>
    </w:r>
    <w:r w:rsidR="0004620F" w:rsidRPr="00F24D88">
      <w:rPr>
        <w:rFonts w:ascii="Arial" w:hAnsi="Arial" w:cs="Arial"/>
        <w:b/>
        <w:u w:val="single"/>
      </w:rPr>
      <w:tab/>
    </w:r>
  </w:p>
  <w:p w14:paraId="499B2A31" w14:textId="77777777" w:rsidR="0004620F" w:rsidRPr="00F24D88" w:rsidRDefault="0004620F" w:rsidP="00E6279B">
    <w:pPr>
      <w:pStyle w:val="Header"/>
      <w:tabs>
        <w:tab w:val="clear" w:pos="8640"/>
        <w:tab w:val="right" w:pos="9360"/>
      </w:tabs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A2915" w14:textId="77777777" w:rsidR="007C0943" w:rsidRDefault="007C09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C610A"/>
    <w:multiLevelType w:val="hybridMultilevel"/>
    <w:tmpl w:val="BB0C508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815DBE"/>
    <w:multiLevelType w:val="hybridMultilevel"/>
    <w:tmpl w:val="E5EC201E"/>
    <w:lvl w:ilvl="0" w:tplc="897E488E">
      <w:start w:val="2"/>
      <w:numFmt w:val="lowerLetter"/>
      <w:lvlText w:val="%1."/>
      <w:lvlJc w:val="left"/>
      <w:pPr>
        <w:tabs>
          <w:tab w:val="num" w:pos="0"/>
        </w:tabs>
        <w:ind w:left="390" w:hanging="360"/>
      </w:pPr>
      <w:rPr>
        <w:rFonts w:hint="default"/>
        <w:b w:val="0"/>
      </w:rPr>
    </w:lvl>
    <w:lvl w:ilvl="1" w:tplc="D744F482">
      <w:start w:val="1"/>
      <w:numFmt w:val="decimal"/>
      <w:lvlText w:val="%2."/>
      <w:lvlJc w:val="left"/>
      <w:pPr>
        <w:tabs>
          <w:tab w:val="num" w:pos="0"/>
        </w:tabs>
        <w:ind w:left="288" w:hanging="288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5118B8"/>
    <w:multiLevelType w:val="hybridMultilevel"/>
    <w:tmpl w:val="AACA89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EA6AF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E871C8"/>
    <w:multiLevelType w:val="hybridMultilevel"/>
    <w:tmpl w:val="6D887706"/>
    <w:lvl w:ilvl="0" w:tplc="29B685E8">
      <w:start w:val="1"/>
      <w:numFmt w:val="decimal"/>
      <w:lvlText w:val="%1."/>
      <w:lvlJc w:val="left"/>
      <w:pPr>
        <w:tabs>
          <w:tab w:val="num" w:pos="0"/>
        </w:tabs>
        <w:ind w:left="288" w:hanging="288"/>
      </w:pPr>
      <w:rPr>
        <w:rFonts w:hint="default"/>
        <w:b w:val="0"/>
      </w:rPr>
    </w:lvl>
    <w:lvl w:ilvl="1" w:tplc="207A380C">
      <w:start w:val="1"/>
      <w:numFmt w:val="lowerLetter"/>
      <w:lvlText w:val="%2."/>
      <w:lvlJc w:val="left"/>
      <w:pPr>
        <w:tabs>
          <w:tab w:val="num" w:pos="0"/>
        </w:tabs>
        <w:ind w:left="288" w:hanging="288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E86585"/>
    <w:multiLevelType w:val="hybridMultilevel"/>
    <w:tmpl w:val="84505664"/>
    <w:lvl w:ilvl="0" w:tplc="21A62804">
      <w:start w:val="4"/>
      <w:numFmt w:val="decimal"/>
      <w:lvlText w:val="%1."/>
      <w:lvlJc w:val="left"/>
      <w:pPr>
        <w:tabs>
          <w:tab w:val="num" w:pos="30"/>
        </w:tabs>
        <w:ind w:left="318" w:hanging="288"/>
      </w:pPr>
      <w:rPr>
        <w:rFonts w:hint="default"/>
        <w:b w:val="0"/>
      </w:rPr>
    </w:lvl>
    <w:lvl w:ilvl="1" w:tplc="2520A3E2">
      <w:start w:val="1"/>
      <w:numFmt w:val="lowerLetter"/>
      <w:lvlText w:val="%2."/>
      <w:lvlJc w:val="left"/>
      <w:pPr>
        <w:tabs>
          <w:tab w:val="num" w:pos="1080"/>
        </w:tabs>
        <w:ind w:left="1368" w:hanging="288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D0D63AE"/>
    <w:multiLevelType w:val="hybridMultilevel"/>
    <w:tmpl w:val="0786FACA"/>
    <w:lvl w:ilvl="0" w:tplc="AE72BC9A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450"/>
    <w:rsid w:val="00022953"/>
    <w:rsid w:val="0004620F"/>
    <w:rsid w:val="000530F0"/>
    <w:rsid w:val="00053E1C"/>
    <w:rsid w:val="000756AB"/>
    <w:rsid w:val="000F73FE"/>
    <w:rsid w:val="00201593"/>
    <w:rsid w:val="00227237"/>
    <w:rsid w:val="00281EA1"/>
    <w:rsid w:val="003472D4"/>
    <w:rsid w:val="00434283"/>
    <w:rsid w:val="004F1D90"/>
    <w:rsid w:val="004F3748"/>
    <w:rsid w:val="004F50D1"/>
    <w:rsid w:val="005837CB"/>
    <w:rsid w:val="006023F5"/>
    <w:rsid w:val="00613A13"/>
    <w:rsid w:val="006161D0"/>
    <w:rsid w:val="006412A3"/>
    <w:rsid w:val="00701ADA"/>
    <w:rsid w:val="007569AE"/>
    <w:rsid w:val="00792B0F"/>
    <w:rsid w:val="007C0943"/>
    <w:rsid w:val="007D1BA8"/>
    <w:rsid w:val="007F6FB7"/>
    <w:rsid w:val="008310E8"/>
    <w:rsid w:val="0085471E"/>
    <w:rsid w:val="00893EAB"/>
    <w:rsid w:val="00897FF0"/>
    <w:rsid w:val="008B3B90"/>
    <w:rsid w:val="00951DB9"/>
    <w:rsid w:val="00954450"/>
    <w:rsid w:val="00957BEA"/>
    <w:rsid w:val="00962EB3"/>
    <w:rsid w:val="00992EC9"/>
    <w:rsid w:val="009A024F"/>
    <w:rsid w:val="009A7FF8"/>
    <w:rsid w:val="009D5470"/>
    <w:rsid w:val="00A76EF2"/>
    <w:rsid w:val="00B920BF"/>
    <w:rsid w:val="00CB48E2"/>
    <w:rsid w:val="00CC3CDD"/>
    <w:rsid w:val="00CF0A37"/>
    <w:rsid w:val="00DC6B0B"/>
    <w:rsid w:val="00DD73EA"/>
    <w:rsid w:val="00DF40D4"/>
    <w:rsid w:val="00E07917"/>
    <w:rsid w:val="00E317C7"/>
    <w:rsid w:val="00E6279B"/>
    <w:rsid w:val="00E928E7"/>
    <w:rsid w:val="00EC1521"/>
    <w:rsid w:val="00EC77B9"/>
    <w:rsid w:val="00EF58BE"/>
    <w:rsid w:val="00F24D88"/>
    <w:rsid w:val="00F7307F"/>
    <w:rsid w:val="00F73AAE"/>
    <w:rsid w:val="00F970B0"/>
    <w:rsid w:val="00FF64F9"/>
    <w:rsid w:val="00FF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99B29D9"/>
  <w15:chartTrackingRefBased/>
  <w15:docId w15:val="{BBFFE476-5D02-49C0-B2A2-3A7422D8C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7BA3"/>
    <w:rPr>
      <w:rFonts w:ascii="Arial" w:hAnsi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E6F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8E6F0B"/>
    <w:pPr>
      <w:tabs>
        <w:tab w:val="center" w:pos="4320"/>
        <w:tab w:val="right" w:pos="8640"/>
      </w:tabs>
    </w:pPr>
    <w:rPr>
      <w:rFonts w:ascii="Times New Roman" w:hAnsi="Times New Roman"/>
      <w:sz w:val="24"/>
    </w:rPr>
  </w:style>
  <w:style w:type="paragraph" w:styleId="Footer">
    <w:name w:val="footer"/>
    <w:basedOn w:val="Normal"/>
    <w:rsid w:val="008E6F0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C0D1D"/>
  </w:style>
  <w:style w:type="paragraph" w:styleId="ListParagraph">
    <w:name w:val="List Paragraph"/>
    <w:basedOn w:val="Normal"/>
    <w:qFormat/>
    <w:rsid w:val="005F11D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HeaderChar">
    <w:name w:val="Header Char"/>
    <w:link w:val="Header"/>
    <w:semiHidden/>
    <w:rsid w:val="00201391"/>
    <w:rPr>
      <w:sz w:val="24"/>
      <w:szCs w:val="24"/>
      <w:lang w:val="en-US" w:eastAsia="en-US" w:bidi="ar-SA"/>
    </w:rPr>
  </w:style>
  <w:style w:type="paragraph" w:styleId="BalloonText">
    <w:name w:val="Balloon Text"/>
    <w:basedOn w:val="Normal"/>
    <w:semiHidden/>
    <w:rsid w:val="0055013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970B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eth_TI\2010\Johnston%20Files\Author%20Templates%20April%2013%202010\Student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309D862F89940B77C299BDFF01ADB" ma:contentTypeVersion="37" ma:contentTypeDescription="Create a new document." ma:contentTypeScope="" ma:versionID="673f2f4acc51b7607156f33d59c04a41">
  <xsd:schema xmlns:xsd="http://www.w3.org/2001/XMLSchema" xmlns:xs="http://www.w3.org/2001/XMLSchema" xmlns:p="http://schemas.microsoft.com/office/2006/metadata/properties" xmlns:ns2="0ee5bb79-0c6e-44d5-8e05-fb721b580818" targetNamespace="http://schemas.microsoft.com/office/2006/metadata/properties" ma:root="true" ma:fieldsID="e71a22e6343878bb8a6fa3e75471e789" ns2:_="">
    <xsd:import namespace="0ee5bb79-0c6e-44d5-8e05-fb721b580818"/>
    <xsd:element name="properties">
      <xsd:complexType>
        <xsd:sequence>
          <xsd:element name="documentManagement">
            <xsd:complexType>
              <xsd:all>
                <xsd:element ref="ns2:Activity_x0020_Title"/>
                <xsd:element ref="ns2:Component"/>
                <xsd:element ref="ns2:Status"/>
                <xsd:element ref="ns2:No_x002e__x0020_of_x0020_pages" minOccurs="0"/>
                <xsd:element ref="ns2:End_x0020_User" minOccurs="0"/>
                <xsd:element ref="ns2:PD_x0020_Workshop_x0028_s_x0029_" minOccurs="0"/>
                <xsd:element ref="ns2:Notes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e5bb79-0c6e-44d5-8e05-fb721b580818" elementFormDefault="qualified">
    <xsd:import namespace="http://schemas.microsoft.com/office/2006/documentManagement/types"/>
    <xsd:import namespace="http://schemas.microsoft.com/office/infopath/2007/PartnerControls"/>
    <xsd:element name="Activity_x0020_Title" ma:index="1" ma:displayName="Activity Title" ma:indexed="true" ma:list="{6ab5589b-2391-45d3-966a-b073a58c566e}" ma:internalName="Activity_x0020_Title" ma:showField="Title">
      <xsd:simpleType>
        <xsd:restriction base="dms:Lookup"/>
      </xsd:simpleType>
    </xsd:element>
    <xsd:element name="Component" ma:index="2" ma:displayName="Component" ma:format="Dropdown" ma:internalName="Component">
      <xsd:simpleType>
        <xsd:restriction base="dms:Choice">
          <xsd:enumeration value="Student Activity"/>
          <xsd:enumeration value="Teacher Notes"/>
          <xsd:enumeration value="Create Notes"/>
          <xsd:enumeration value="Instructor Notes"/>
          <xsd:enumeration value="TNS"/>
          <xsd:enumeration value="TNS Assessment"/>
          <xsd:enumeration value="TNS Solution"/>
          <xsd:enumeration value="TNSP"/>
          <xsd:enumeration value="Preview Video"/>
          <xsd:enumeration value="Other"/>
        </xsd:restriction>
      </xsd:simpleType>
    </xsd:element>
    <xsd:element name="Status" ma:index="3" ma:displayName="Status" ma:format="Dropdown" ma:internalName="Status">
      <xsd:simpleType>
        <xsd:restriction base="dms:Choice">
          <xsd:enumeration value="1. Original manuscript"/>
          <xsd:enumeration value="2. Reviewed"/>
          <xsd:enumeration value="3. Revised"/>
          <xsd:enumeration value="4. TI approved"/>
          <xsd:enumeration value="5. Checked out for editing"/>
          <xsd:enumeration value="6. Editing complete"/>
          <xsd:enumeration value="7. Editing revisions"/>
          <xsd:enumeration value="8. Final check"/>
          <xsd:enumeration value="9. Ready to PDF"/>
          <xsd:enumeration value="10. Complete"/>
        </xsd:restriction>
      </xsd:simpleType>
    </xsd:element>
    <xsd:element name="No_x002e__x0020_of_x0020_pages" ma:index="4" nillable="true" ma:displayName="No. of pages" ma:default="1" ma:format="Dropdown" ma:internalName="No_x002e__x0020_of_x0020_pages">
      <xsd:simpleType>
        <xsd:restriction base="dms:Choice">
          <xsd:enumeration value="1"/>
          <xsd:enumeration value="2"/>
          <xsd:enumeration value="3"/>
          <xsd:enumeration value="4"/>
          <xsd:enumeration value="5"/>
          <xsd:enumeration value="6"/>
          <xsd:enumeration value="7"/>
          <xsd:enumeration value="8"/>
          <xsd:enumeration value="9"/>
          <xsd:enumeration value="10"/>
          <xsd:enumeration value="11"/>
          <xsd:enumeration value="12"/>
          <xsd:enumeration value="13"/>
          <xsd:enumeration value="14"/>
          <xsd:enumeration value="15"/>
          <xsd:enumeration value="16"/>
          <xsd:enumeration value="17"/>
          <xsd:enumeration value="18"/>
          <xsd:enumeration value="19"/>
          <xsd:enumeration value="20"/>
          <xsd:enumeration value="21"/>
          <xsd:enumeration value="22"/>
          <xsd:enumeration value="23"/>
          <xsd:enumeration value="24"/>
          <xsd:enumeration value="25"/>
          <xsd:enumeration value="26"/>
          <xsd:enumeration value="27"/>
          <xsd:enumeration value="28"/>
          <xsd:enumeration value="29"/>
          <xsd:enumeration value="30"/>
          <xsd:enumeration value="31"/>
          <xsd:enumeration value="32"/>
          <xsd:enumeration value="33"/>
          <xsd:enumeration value="34"/>
          <xsd:enumeration value="35"/>
          <xsd:enumeration value="36"/>
          <xsd:enumeration value="37"/>
          <xsd:enumeration value="38"/>
          <xsd:enumeration value="39"/>
          <xsd:enumeration value="40"/>
          <xsd:enumeration value="41"/>
          <xsd:enumeration value="42"/>
          <xsd:enumeration value="43"/>
          <xsd:enumeration value="44"/>
          <xsd:enumeration value="45"/>
          <xsd:enumeration value="46"/>
          <xsd:enumeration value="47"/>
          <xsd:enumeration value="48"/>
          <xsd:enumeration value="49"/>
          <xsd:enumeration value="50"/>
          <xsd:enumeration value="51"/>
          <xsd:enumeration value="52"/>
          <xsd:enumeration value="53"/>
          <xsd:enumeration value="54"/>
          <xsd:enumeration value="55"/>
          <xsd:enumeration value="56"/>
          <xsd:enumeration value="57"/>
          <xsd:enumeration value="58"/>
          <xsd:enumeration value="59"/>
          <xsd:enumeration value="60"/>
          <xsd:enumeration value="61"/>
          <xsd:enumeration value="62"/>
          <xsd:enumeration value="63"/>
          <xsd:enumeration value="64"/>
          <xsd:enumeration value="65"/>
          <xsd:enumeration value="66"/>
          <xsd:enumeration value="67"/>
          <xsd:enumeration value="68"/>
          <xsd:enumeration value="69"/>
          <xsd:enumeration value="70"/>
          <xsd:enumeration value="71"/>
          <xsd:enumeration value="72"/>
          <xsd:enumeration value="73"/>
          <xsd:enumeration value="74"/>
          <xsd:enumeration value="75"/>
          <xsd:enumeration value="76"/>
          <xsd:enumeration value="77"/>
          <xsd:enumeration value="78"/>
          <xsd:enumeration value="79"/>
          <xsd:enumeration value="80"/>
          <xsd:enumeration value="81"/>
          <xsd:enumeration value="82"/>
          <xsd:enumeration value="83"/>
          <xsd:enumeration value="84"/>
          <xsd:enumeration value="85"/>
          <xsd:enumeration value="86"/>
          <xsd:enumeration value="87"/>
          <xsd:enumeration value="88"/>
          <xsd:enumeration value="89"/>
          <xsd:enumeration value="90"/>
          <xsd:enumeration value="91"/>
          <xsd:enumeration value="92"/>
          <xsd:enumeration value="93"/>
          <xsd:enumeration value="94"/>
          <xsd:enumeration value="95"/>
          <xsd:enumeration value="96"/>
          <xsd:enumeration value="97"/>
          <xsd:enumeration value="98"/>
          <xsd:enumeration value="99"/>
        </xsd:restriction>
      </xsd:simpleType>
    </xsd:element>
    <xsd:element name="End_x0020_User" ma:index="5" nillable="true" ma:displayName="End User" ma:internalName="End_x0020_Use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Student"/>
                    <xsd:enumeration value="Teacher"/>
                    <xsd:enumeration value="PD Participant"/>
                    <xsd:enumeration value="PD Instructor"/>
                    <xsd:enumeration value="PD TNS .zip"/>
                  </xsd:restriction>
                </xsd:simpleType>
              </xsd:element>
            </xsd:sequence>
          </xsd:extension>
        </xsd:complexContent>
      </xsd:complexType>
    </xsd:element>
    <xsd:element name="PD_x0020_Workshop_x0028_s_x0029_" ma:index="6" nillable="true" ma:displayName="PD Workshop(s):" ma:list="{fc67d81f-904b-4b2e-b30a-093e6dfce6f3}" ma:internalName="PD_x0020_Workshop_x0028_s_x0029_" ma:showField="Abbreviated_x0020_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Notes0" ma:index="14" nillable="true" ma:displayName="Notes" ma:internalName="Notes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nd_x0020_User xmlns="0ee5bb79-0c6e-44d5-8e05-fb721b580818">
      <Value>Student</Value>
    </End_x0020_User>
    <Notes0 xmlns="0ee5bb79-0c6e-44d5-8e05-fb721b580818" xsi:nil="true"/>
    <Status xmlns="0ee5bb79-0c6e-44d5-8e05-fb721b580818">9. Ready to PDF</Status>
    <Activity_x0020_Title xmlns="0ee5bb79-0c6e-44d5-8e05-fb721b580818">84</Activity_x0020_Title>
    <PD_x0020_Workshop_x0028_s_x0029_ xmlns="0ee5bb79-0c6e-44d5-8e05-fb721b580818"/>
    <No_x002e__x0020_of_x0020_pages xmlns="0ee5bb79-0c6e-44d5-8e05-fb721b580818">1</No_x002e__x0020_of_x0020_pages>
    <Component xmlns="0ee5bb79-0c6e-44d5-8e05-fb721b580818">Student Activity</Component>
  </documentManagement>
</p:properties>
</file>

<file path=customXml/itemProps1.xml><?xml version="1.0" encoding="utf-8"?>
<ds:datastoreItem xmlns:ds="http://schemas.openxmlformats.org/officeDocument/2006/customXml" ds:itemID="{E3D00F14-8932-45BA-A82B-C930007FE7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e5bb79-0c6e-44d5-8e05-fb721b5808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7E55D7-A9E0-47E1-8DC4-6B8BBEDC6DD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3389AEE-EB7F-4FD6-8337-5BF25F78F7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1BD87B-0834-402A-8F1C-8722A528D37D}">
  <ds:schemaRefs>
    <ds:schemaRef ds:uri="http://schemas.microsoft.com/office/2006/metadata/properties"/>
    <ds:schemaRef ds:uri="http://schemas.microsoft.com/office/infopath/2007/PartnerControls"/>
    <ds:schemaRef ds:uri="0ee5bb79-0c6e-44d5-8e05-fb721b58081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 Template</Template>
  <TotalTime>21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Summary of lesson</vt:lpstr>
    </vt:vector>
  </TitlesOfParts>
  <Company>Quarasan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Summary of lesson</dc:title>
  <dc:subject/>
  <dc:creator>Elizabeth S Bowen</dc:creator>
  <cp:keywords/>
  <cp:lastModifiedBy>Jennifer Kelly</cp:lastModifiedBy>
  <cp:revision>9</cp:revision>
  <cp:lastPrinted>2011-07-11T16:54:00Z</cp:lastPrinted>
  <dcterms:created xsi:type="dcterms:W3CDTF">2015-06-19T16:38:00Z</dcterms:created>
  <dcterms:modified xsi:type="dcterms:W3CDTF">2021-04-04T20:01:00Z</dcterms:modified>
</cp:coreProperties>
</file>